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214" w:type="dxa"/>
        <w:tblLayout w:type="fixed"/>
        <w:tblCellMar>
          <w:left w:w="0" w:type="dxa"/>
          <w:right w:w="0" w:type="dxa"/>
        </w:tblCellMar>
        <w:tblLook w:val="0000" w:firstRow="0" w:lastRow="0" w:firstColumn="0" w:lastColumn="0" w:noHBand="0" w:noVBand="0"/>
      </w:tblPr>
      <w:tblGrid>
        <w:gridCol w:w="4678"/>
        <w:gridCol w:w="4536"/>
      </w:tblGrid>
      <w:tr w:rsidR="00D40650" w14:paraId="55942A01" w14:textId="77777777" w:rsidTr="00093028">
        <w:trPr>
          <w:trHeight w:val="1905"/>
        </w:trPr>
        <w:tc>
          <w:tcPr>
            <w:tcW w:w="4678" w:type="dxa"/>
          </w:tcPr>
          <w:p w14:paraId="559429FF" w14:textId="19C1D221" w:rsidR="00D40650" w:rsidRPr="00A10E66" w:rsidRDefault="00F3446C" w:rsidP="00DF44DF">
            <w:pPr>
              <w:pStyle w:val="TableContents"/>
              <w:rPr>
                <w:b/>
              </w:rPr>
            </w:pPr>
            <w:r>
              <w:rPr>
                <w:noProof/>
                <w:lang w:eastAsia="et-EE" w:bidi="ar-SA"/>
              </w:rPr>
              <w:drawing>
                <wp:anchor distT="0" distB="0" distL="114300" distR="114300" simplePos="0" relativeHeight="251658240" behindDoc="0" locked="0" layoutInCell="1" allowOverlap="1" wp14:anchorId="55942A30" wp14:editId="3BA70AAA">
                  <wp:simplePos x="0" y="0"/>
                  <wp:positionH relativeFrom="page">
                    <wp:posOffset>-864235</wp:posOffset>
                  </wp:positionH>
                  <wp:positionV relativeFrom="page">
                    <wp:posOffset>-144145</wp:posOffset>
                  </wp:positionV>
                  <wp:extent cx="2879725" cy="935990"/>
                  <wp:effectExtent l="0" t="0" r="0" b="0"/>
                  <wp:wrapNone/>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79725" cy="9359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536" w:type="dxa"/>
          </w:tcPr>
          <w:p w14:paraId="55942A00" w14:textId="77777777" w:rsidR="00BC1A62" w:rsidRPr="00BC1A62" w:rsidRDefault="00BC1A62" w:rsidP="00BB0136">
            <w:pPr>
              <w:pStyle w:val="AK"/>
              <w:ind w:left="426"/>
            </w:pPr>
          </w:p>
        </w:tc>
      </w:tr>
      <w:tr w:rsidR="00D40650" w:rsidRPr="001D4CFB" w14:paraId="55942A0B" w14:textId="77777777" w:rsidTr="00093028">
        <w:trPr>
          <w:trHeight w:val="1985"/>
        </w:trPr>
        <w:tc>
          <w:tcPr>
            <w:tcW w:w="4678" w:type="dxa"/>
          </w:tcPr>
          <w:sdt>
            <w:sdtPr>
              <w:alias w:val="Saatja/adressaat"/>
              <w:tag w:val="Isik"/>
              <w:id w:val="-938369058"/>
              <w:placeholder>
                <w:docPart w:val="44930A1AF23343858C30C11BBFB2B588"/>
              </w:placeholder>
              <w:dataBinding w:prefixMappings="xmlns:ns0='http://schemas.microsoft.com/office/2006/metadata/properties' xmlns:ns1='http://www.w3.org/2001/XMLSchema-instance' xmlns:ns2='4f28efae-2a20-4782-b43d-2717bdd273fa' " w:xpath="/ns0:properties[1]/documentManagement[1]/ns2:Isik[1]" w:storeItemID="{4641D1AD-509B-40CE-903D-086D51302F65}"/>
              <w:text/>
            </w:sdtPr>
            <w:sdtEndPr/>
            <w:sdtContent>
              <w:p w14:paraId="46916939" w14:textId="4A564E8C" w:rsidR="00371A7B" w:rsidRDefault="002E62AD" w:rsidP="0002730F">
                <w:pPr>
                  <w:pStyle w:val="Adressaat"/>
                </w:pPr>
                <w:r>
                  <w:t>Ants Animägi</w:t>
                </w:r>
              </w:p>
            </w:sdtContent>
          </w:sdt>
          <w:sdt>
            <w:sdtPr>
              <w:alias w:val="Asutus"/>
              <w:tag w:val="Asutus"/>
              <w:id w:val="-1474741511"/>
              <w:placeholder>
                <w:docPart w:val="421CD45A0D7B496BB72E03BE28EEBD1F"/>
              </w:placeholder>
              <w:dataBinding w:prefixMappings="xmlns:ns0='http://schemas.microsoft.com/office/2006/metadata/properties' xmlns:ns1='http://www.w3.org/2001/XMLSchema-instance' xmlns:ns2='4f28efae-2a20-4782-b43d-2717bdd273fa' " w:xpath="/ns0:properties[1]/documentManagement[1]/ns2:Asutus[1]" w:storeItemID="{4641D1AD-509B-40CE-903D-086D51302F65}"/>
              <w:text/>
            </w:sdtPr>
            <w:sdtEndPr/>
            <w:sdtContent>
              <w:p w14:paraId="48CCC525" w14:textId="3D8EA936" w:rsidR="00371A7B" w:rsidRDefault="002E62AD" w:rsidP="0002730F">
                <w:pPr>
                  <w:pStyle w:val="Adressaat"/>
                </w:pPr>
                <w:r>
                  <w:t>Riigimetsa Majandamise Keskus</w:t>
                </w:r>
              </w:p>
            </w:sdtContent>
          </w:sdt>
          <w:sdt>
            <w:sdtPr>
              <w:rPr>
                <w:iCs/>
              </w:rPr>
              <w:alias w:val="E-posti aadress"/>
              <w:tag w:val="E-posti_x0020_aadress"/>
              <w:id w:val="-1821649039"/>
              <w:placeholder>
                <w:docPart w:val="0D1A0B42E7A5465FAC9A5203DF9CEF07"/>
              </w:placeholder>
              <w:dataBinding w:prefixMappings="xmlns:ns0='http://schemas.microsoft.com/office/2006/metadata/properties' xmlns:ns1='http://www.w3.org/2001/XMLSchema-instance' xmlns:ns2='4f28efae-2a20-4782-b43d-2717bdd273fa' " w:xpath="/ns0:properties[1]/documentManagement[1]/ns2:E-posti_x0020_aadress[1]" w:storeItemID="{4641D1AD-509B-40CE-903D-086D51302F65}"/>
              <w:text/>
            </w:sdtPr>
            <w:sdtEndPr/>
            <w:sdtContent>
              <w:p w14:paraId="55942A06" w14:textId="79A8C966" w:rsidR="003B2A9C" w:rsidRPr="00BF4D7C" w:rsidRDefault="002E62AD" w:rsidP="0002730F">
                <w:pPr>
                  <w:pStyle w:val="Adressaat"/>
                  <w:rPr>
                    <w:iCs/>
                  </w:rPr>
                </w:pPr>
                <w:r>
                  <w:rPr>
                    <w:iCs/>
                  </w:rPr>
                  <w:t>ants.animagi@rmk.ee</w:t>
                </w:r>
              </w:p>
            </w:sdtContent>
          </w:sdt>
        </w:tc>
        <w:tc>
          <w:tcPr>
            <w:tcW w:w="4536" w:type="dxa"/>
          </w:tcPr>
          <w:p w14:paraId="55942A08" w14:textId="51CD38A3" w:rsidR="00BF4D7C" w:rsidRDefault="00262E94" w:rsidP="0002730F">
            <w:pPr>
              <w:spacing w:line="240" w:lineRule="auto"/>
            </w:pPr>
            <w:r>
              <w:t>Teie</w:t>
            </w:r>
            <w:r w:rsidR="00371A7B">
              <w:t xml:space="preserve"> </w:t>
            </w:r>
            <w:sdt>
              <w:sdtPr>
                <w:alias w:val="Saatja kuupäev"/>
                <w:tag w:val="Saatja_x0020_kuupäev"/>
                <w:id w:val="-1829442424"/>
                <w:placeholder>
                  <w:docPart w:val="96ECB1E8BDFF469D83C7B37D33224268"/>
                </w:placeholder>
                <w:dataBinding w:prefixMappings="xmlns:ns0='http://schemas.microsoft.com/office/2006/metadata/properties' xmlns:ns1='http://www.w3.org/2001/XMLSchema-instance' xmlns:ns2='4f28efae-2a20-4782-b43d-2717bdd273fa' " w:xpath="/ns0:properties[1]/documentManagement[1]/ns2:Saatja_x0020_kuupäev[1]" w:storeItemID="{4641D1AD-509B-40CE-903D-086D51302F65}"/>
                <w:date w:fullDate="2024-07-01T00:00:00Z">
                  <w:dateFormat w:val="dd.MM.yyyy"/>
                  <w:lid w:val="et-EE"/>
                  <w:storeMappedDataAs w:val="dateTime"/>
                  <w:calendar w:val="gregorian"/>
                </w:date>
              </w:sdtPr>
              <w:sdtEndPr/>
              <w:sdtContent>
                <w:r w:rsidR="002E62AD">
                  <w:t>01.07.2024</w:t>
                </w:r>
              </w:sdtContent>
            </w:sdt>
            <w:r w:rsidR="00371A7B">
              <w:t xml:space="preserve"> </w:t>
            </w:r>
          </w:p>
          <w:p w14:paraId="2127F745" w14:textId="77777777" w:rsidR="00F6119F" w:rsidRPr="006B118C" w:rsidRDefault="00F6119F" w:rsidP="0002730F">
            <w:pPr>
              <w:spacing w:line="240" w:lineRule="auto"/>
            </w:pPr>
          </w:p>
          <w:p w14:paraId="55942A09" w14:textId="52A63C30" w:rsidR="00EC028D" w:rsidRPr="005E7E54" w:rsidRDefault="00262E94" w:rsidP="0002730F">
            <w:pPr>
              <w:spacing w:line="240" w:lineRule="auto"/>
              <w:jc w:val="left"/>
            </w:pPr>
            <w:r>
              <w:t>Meie</w:t>
            </w:r>
            <w:r w:rsidR="00EC028D">
              <w:t xml:space="preserve"> </w:t>
            </w:r>
            <w:sdt>
              <w:sdtPr>
                <w:alias w:val="Registreerimise kuupäev"/>
                <w:tag w:val="RMRegistrationDate"/>
                <w:id w:val="1890454166"/>
                <w:placeholder>
                  <w:docPart w:val="D726FD2301C84C08B460F3731620D30F"/>
                </w:placeholder>
                <w:showingPlcHdr/>
                <w:dataBinding w:prefixMappings="xmlns:ns0='http://schemas.microsoft.com/office/2006/metadata/properties' xmlns:ns1='http://www.w3.org/2001/XMLSchema-instance' xmlns:ns2='4f28efae-2a20-4782-b43d-2717bdd273fa' " w:xpath="/ns0:properties[1]/documentManagement[1]/ns2:RMRegistrationDate[1]" w:storeItemID="{4641D1AD-509B-40CE-903D-086D51302F65}"/>
                <w:date>
                  <w:dateFormat w:val="dd.MM.yyyy"/>
                  <w:lid w:val="et-EE"/>
                  <w:storeMappedDataAs w:val="dateTime"/>
                  <w:calendar w:val="gregorian"/>
                </w:date>
              </w:sdtPr>
              <w:sdtEndPr/>
              <w:sdtContent>
                <w:r w:rsidR="00371A7B" w:rsidRPr="004B6E3E">
                  <w:rPr>
                    <w:rStyle w:val="Kohatitetekst"/>
                  </w:rPr>
                  <w:t>[Registreerimise kuupäev]</w:t>
                </w:r>
              </w:sdtContent>
            </w:sdt>
            <w:r w:rsidR="00371A7B">
              <w:t xml:space="preserve"> </w:t>
            </w:r>
            <w:r w:rsidR="00EC028D" w:rsidRPr="005E7E54">
              <w:t xml:space="preserve">nr </w:t>
            </w:r>
            <w:sdt>
              <w:sdtPr>
                <w:alias w:val="Registreerimisnumber"/>
                <w:tag w:val="RMReferenceCode"/>
                <w:id w:val="1889219399"/>
                <w:placeholder>
                  <w:docPart w:val="427CE42C46EC4A15A0CF1F59CA922DF7"/>
                </w:placeholder>
                <w:showingPlcHdr/>
                <w:dataBinding w:prefixMappings="xmlns:ns0='http://schemas.microsoft.com/office/2006/metadata/properties' xmlns:ns1='http://www.w3.org/2001/XMLSchema-instance' xmlns:ns2='4f28efae-2a20-4782-b43d-2717bdd273fa' " w:xpath="/ns0:properties[1]/documentManagement[1]/ns2:RMReferenceCode[1]" w:storeItemID="{4641D1AD-509B-40CE-903D-086D51302F65}"/>
                <w:text/>
              </w:sdtPr>
              <w:sdtEndPr/>
              <w:sdtContent>
                <w:r w:rsidR="00371A7B" w:rsidRPr="004B6E3E">
                  <w:rPr>
                    <w:rStyle w:val="Kohatitetekst"/>
                  </w:rPr>
                  <w:t>[Registreerimisnumber]</w:t>
                </w:r>
              </w:sdtContent>
            </w:sdt>
          </w:p>
          <w:p w14:paraId="55942A0A" w14:textId="77777777" w:rsidR="003B2A9C" w:rsidRPr="001D4CFB" w:rsidRDefault="003B2A9C" w:rsidP="0002730F">
            <w:pPr>
              <w:spacing w:line="240" w:lineRule="auto"/>
              <w:ind w:left="-425"/>
              <w:jc w:val="left"/>
            </w:pPr>
          </w:p>
        </w:tc>
      </w:tr>
    </w:tbl>
    <w:sdt>
      <w:sdtPr>
        <w:alias w:val="Tiitel"/>
        <w:tag w:val=""/>
        <w:id w:val="-621767140"/>
        <w:placeholder>
          <w:docPart w:val="F2F803D466A644A7B611A8826D03E022"/>
        </w:placeholder>
        <w:dataBinding w:prefixMappings="xmlns:ns0='http://purl.org/dc/elements/1.1/' xmlns:ns1='http://schemas.openxmlformats.org/package/2006/metadata/core-properties' " w:xpath="/ns1:coreProperties[1]/ns0:title[1]" w:storeItemID="{6C3C8BC8-F283-45AE-878A-BAB7291924A1}"/>
        <w:text/>
      </w:sdtPr>
      <w:sdtEndPr/>
      <w:sdtContent>
        <w:p w14:paraId="55942A0C" w14:textId="41EDFA87" w:rsidR="00BC1A62" w:rsidRPr="00835858" w:rsidRDefault="00C7358F" w:rsidP="00035464">
          <w:pPr>
            <w:pStyle w:val="Pealkiri1"/>
            <w:ind w:right="4251"/>
          </w:pPr>
          <w:r>
            <w:t>Looduskaitsetöö lähteülesande kooskõlastamine (OBJ 2384 Audru polder)</w:t>
          </w:r>
        </w:p>
      </w:sdtContent>
    </w:sdt>
    <w:p w14:paraId="55942A0E" w14:textId="77301BF6" w:rsidR="00A13FDE" w:rsidRPr="00F6119F" w:rsidRDefault="00262E94" w:rsidP="005A728D">
      <w:pPr>
        <w:pStyle w:val="Snum"/>
        <w:rPr>
          <w:rFonts w:cs="Times New Roman"/>
        </w:rPr>
      </w:pPr>
      <w:r w:rsidRPr="00F6119F">
        <w:rPr>
          <w:rFonts w:cs="Times New Roman"/>
        </w:rPr>
        <w:t xml:space="preserve">Austatud </w:t>
      </w:r>
      <w:r w:rsidR="002E62AD" w:rsidRPr="00F6119F">
        <w:rPr>
          <w:rFonts w:cs="Times New Roman"/>
        </w:rPr>
        <w:t>Ants Animägi</w:t>
      </w:r>
    </w:p>
    <w:p w14:paraId="55942A0F" w14:textId="77777777" w:rsidR="00A13FDE" w:rsidRDefault="00A13FDE" w:rsidP="005A728D">
      <w:pPr>
        <w:pStyle w:val="Snum"/>
        <w:rPr>
          <w:rFonts w:cs="Times New Roman"/>
        </w:rPr>
      </w:pPr>
    </w:p>
    <w:p w14:paraId="58FB2184" w14:textId="77777777" w:rsidR="00F6119F" w:rsidRPr="00F6119F" w:rsidRDefault="00F6119F" w:rsidP="005A728D">
      <w:pPr>
        <w:pStyle w:val="Snum"/>
        <w:rPr>
          <w:rFonts w:cs="Times New Roman"/>
        </w:rPr>
      </w:pPr>
    </w:p>
    <w:p w14:paraId="20B8588B" w14:textId="3FE07D27" w:rsidR="002E62AD" w:rsidRDefault="002E62AD" w:rsidP="00F6119F">
      <w:pPr>
        <w:widowControl/>
        <w:suppressAutoHyphens w:val="0"/>
        <w:spacing w:line="240" w:lineRule="auto"/>
        <w:rPr>
          <w:rFonts w:eastAsia="Aptos"/>
          <w:kern w:val="2"/>
          <w:sz w:val="22"/>
          <w:szCs w:val="22"/>
          <w:lang w:eastAsia="en-US" w:bidi="ar-SA"/>
          <w14:ligatures w14:val="standardContextual"/>
        </w:rPr>
      </w:pPr>
      <w:r w:rsidRPr="00F6119F">
        <w:rPr>
          <w:rFonts w:eastAsia="Aptos"/>
          <w:kern w:val="2"/>
          <w:sz w:val="22"/>
          <w:szCs w:val="22"/>
          <w:lang w:eastAsia="en-US" w:bidi="ar-SA"/>
          <w14:ligatures w14:val="standardContextual"/>
        </w:rPr>
        <w:t>Esitasite 01.07.2024 Keskkonnaametile kooskõlastamiseks looduskaitsetöö lähteülesande (tööobjekti ID numbriga 2384) Audru poldri looduskaitsealal looduskaitselise taristu hoolduse ja kraavide hooldamise kohta. Tegevused on planeeritud järgneva</w:t>
      </w:r>
      <w:r w:rsidR="00C7358F" w:rsidRPr="00F6119F">
        <w:rPr>
          <w:rFonts w:eastAsia="Aptos"/>
          <w:kern w:val="2"/>
          <w:sz w:val="22"/>
          <w:szCs w:val="22"/>
          <w:lang w:eastAsia="en-US" w:bidi="ar-SA"/>
          <w14:ligatures w14:val="standardContextual"/>
        </w:rPr>
        <w:t>tel</w:t>
      </w:r>
      <w:r w:rsidRPr="00F6119F">
        <w:rPr>
          <w:rFonts w:eastAsia="Aptos"/>
          <w:kern w:val="2"/>
          <w:sz w:val="22"/>
          <w:szCs w:val="22"/>
          <w:lang w:eastAsia="en-US" w:bidi="ar-SA"/>
          <w14:ligatures w14:val="standardContextual"/>
        </w:rPr>
        <w:t xml:space="preserve"> maaüksus</w:t>
      </w:r>
      <w:r w:rsidR="00C7358F" w:rsidRPr="00F6119F">
        <w:rPr>
          <w:rFonts w:eastAsia="Aptos"/>
          <w:kern w:val="2"/>
          <w:sz w:val="22"/>
          <w:szCs w:val="22"/>
          <w:lang w:eastAsia="en-US" w:bidi="ar-SA"/>
          <w14:ligatures w14:val="standardContextual"/>
        </w:rPr>
        <w:t>tel</w:t>
      </w:r>
      <w:r w:rsidRPr="00F6119F">
        <w:rPr>
          <w:rFonts w:eastAsia="Aptos"/>
          <w:kern w:val="2"/>
          <w:sz w:val="22"/>
          <w:szCs w:val="22"/>
          <w:lang w:eastAsia="en-US" w:bidi="ar-SA"/>
          <w14:ligatures w14:val="standardContextual"/>
        </w:rPr>
        <w:t>: Audru poldri looduskaitsealal katastriüksustel 15905:002:0355; 16001:001:0423.</w:t>
      </w:r>
    </w:p>
    <w:p w14:paraId="2D13BE85" w14:textId="77777777" w:rsidR="00F6119F" w:rsidRPr="00F6119F" w:rsidRDefault="00F6119F" w:rsidP="00F6119F">
      <w:pPr>
        <w:widowControl/>
        <w:suppressAutoHyphens w:val="0"/>
        <w:spacing w:line="240" w:lineRule="auto"/>
        <w:rPr>
          <w:rFonts w:eastAsia="Aptos"/>
          <w:kern w:val="2"/>
          <w:sz w:val="22"/>
          <w:szCs w:val="22"/>
          <w:lang w:eastAsia="en-US" w:bidi="ar-SA"/>
          <w14:ligatures w14:val="standardContextual"/>
        </w:rPr>
      </w:pPr>
    </w:p>
    <w:p w14:paraId="5B298A9C" w14:textId="77777777" w:rsidR="002E62AD" w:rsidRDefault="002E62AD" w:rsidP="00F6119F">
      <w:pPr>
        <w:widowControl/>
        <w:suppressAutoHyphens w:val="0"/>
        <w:spacing w:line="240" w:lineRule="auto"/>
        <w:rPr>
          <w:rFonts w:eastAsia="Aptos"/>
          <w:kern w:val="2"/>
          <w:sz w:val="22"/>
          <w:szCs w:val="22"/>
          <w:lang w:eastAsia="en-US" w:bidi="ar-SA"/>
          <w14:ligatures w14:val="standardContextual"/>
        </w:rPr>
      </w:pPr>
      <w:r w:rsidRPr="00F6119F">
        <w:rPr>
          <w:rFonts w:eastAsia="Aptos"/>
          <w:kern w:val="2"/>
          <w:sz w:val="22"/>
          <w:szCs w:val="22"/>
          <w:lang w:eastAsia="en-US" w:bidi="ar-SA"/>
          <w14:ligatures w14:val="standardContextual"/>
        </w:rPr>
        <w:t>Kavandatavad looduskaitselise taristu hooldustööd on kooskõlas Keskkonnaameti poolt 30.03.2023 kinnitatud Audru poldri looduskaitseala kaitsekorralduskavaga ja  Keskkonnaameti poolt 02.12.2023 tellitud eksperthinnanguga „Audru poldri looduskaitsealal poldri veerežiimi reguleeriva väljavoolutruubi ja äravoolukanali ummistuste tekkepõhjustest ja nende vältimisest“.</w:t>
      </w:r>
    </w:p>
    <w:p w14:paraId="0AEAE34E" w14:textId="77777777" w:rsidR="00F6119F" w:rsidRPr="00F6119F" w:rsidRDefault="00F6119F" w:rsidP="00F6119F">
      <w:pPr>
        <w:widowControl/>
        <w:suppressAutoHyphens w:val="0"/>
        <w:spacing w:line="240" w:lineRule="auto"/>
        <w:rPr>
          <w:rFonts w:eastAsia="Aptos"/>
          <w:kern w:val="2"/>
          <w:sz w:val="22"/>
          <w:szCs w:val="22"/>
          <w:lang w:eastAsia="en-US" w:bidi="ar-SA"/>
          <w14:ligatures w14:val="standardContextual"/>
        </w:rPr>
      </w:pPr>
    </w:p>
    <w:p w14:paraId="63B772C3" w14:textId="77777777" w:rsidR="002E62AD" w:rsidRPr="00F6119F" w:rsidRDefault="002E62AD" w:rsidP="00F6119F">
      <w:pPr>
        <w:widowControl/>
        <w:suppressAutoHyphens w:val="0"/>
        <w:spacing w:line="240" w:lineRule="auto"/>
        <w:rPr>
          <w:rFonts w:eastAsia="Aptos"/>
          <w:kern w:val="2"/>
          <w:sz w:val="22"/>
          <w:szCs w:val="22"/>
          <w:lang w:eastAsia="en-US" w:bidi="ar-SA"/>
          <w14:ligatures w14:val="standardContextual"/>
        </w:rPr>
      </w:pPr>
      <w:r w:rsidRPr="00F6119F">
        <w:rPr>
          <w:rFonts w:eastAsia="Aptos"/>
          <w:kern w:val="2"/>
          <w:sz w:val="22"/>
          <w:szCs w:val="22"/>
          <w:lang w:eastAsia="en-US" w:bidi="ar-SA"/>
          <w14:ligatures w14:val="standardContextual"/>
        </w:rPr>
        <w:t>Teie poolt esitatud tööde kirjeldusse lisame täienduseks järgmised tingimused:</w:t>
      </w:r>
    </w:p>
    <w:p w14:paraId="0FBA98DB" w14:textId="77777777" w:rsidR="002E62AD" w:rsidRDefault="002E62AD" w:rsidP="00F6119F">
      <w:pPr>
        <w:widowControl/>
        <w:suppressAutoHyphens w:val="0"/>
        <w:spacing w:line="240" w:lineRule="auto"/>
        <w:rPr>
          <w:rFonts w:eastAsia="Aptos"/>
          <w:kern w:val="2"/>
          <w:sz w:val="22"/>
          <w:szCs w:val="22"/>
          <w:lang w:eastAsia="en-US" w:bidi="ar-SA"/>
          <w14:ligatures w14:val="standardContextual"/>
        </w:rPr>
      </w:pPr>
      <w:r w:rsidRPr="00F6119F">
        <w:rPr>
          <w:rFonts w:eastAsia="Aptos"/>
          <w:kern w:val="2"/>
          <w:sz w:val="22"/>
          <w:szCs w:val="22"/>
          <w:lang w:eastAsia="en-US" w:bidi="ar-SA"/>
          <w14:ligatures w14:val="standardContextual"/>
        </w:rPr>
        <w:t xml:space="preserve">Väljavoolukanali ümbrusesse kuhjatud liiv tuleb ära vedada Valgeranna lääneserva vastavalt Keskkonnaameti poolt 02.12.2023 tellitud eksperthinnangule (profiilide nr 1 ja nr 2 vahele). </w:t>
      </w:r>
    </w:p>
    <w:p w14:paraId="6BA604C2" w14:textId="77777777" w:rsidR="00F6119F" w:rsidRPr="00F6119F" w:rsidRDefault="00F6119F" w:rsidP="00F6119F">
      <w:pPr>
        <w:widowControl/>
        <w:suppressAutoHyphens w:val="0"/>
        <w:spacing w:line="240" w:lineRule="auto"/>
        <w:rPr>
          <w:rFonts w:eastAsia="Aptos"/>
          <w:kern w:val="2"/>
          <w:sz w:val="22"/>
          <w:szCs w:val="22"/>
          <w:lang w:eastAsia="en-US" w:bidi="ar-SA"/>
          <w14:ligatures w14:val="standardContextual"/>
        </w:rPr>
      </w:pPr>
    </w:p>
    <w:p w14:paraId="0486C043" w14:textId="77777777" w:rsidR="002E62AD" w:rsidRDefault="002E62AD" w:rsidP="00F6119F">
      <w:pPr>
        <w:widowControl/>
        <w:suppressAutoHyphens w:val="0"/>
        <w:spacing w:line="240" w:lineRule="auto"/>
        <w:rPr>
          <w:rFonts w:eastAsia="Aptos"/>
          <w:kern w:val="2"/>
          <w:sz w:val="22"/>
          <w:szCs w:val="22"/>
          <w:lang w:eastAsia="en-US" w:bidi="ar-SA"/>
          <w14:ligatures w14:val="standardContextual"/>
        </w:rPr>
      </w:pPr>
      <w:r w:rsidRPr="00F6119F">
        <w:rPr>
          <w:rFonts w:eastAsia="Aptos"/>
          <w:kern w:val="2"/>
          <w:sz w:val="22"/>
          <w:szCs w:val="22"/>
          <w:lang w:eastAsia="en-US" w:bidi="ar-SA"/>
          <w14:ligatures w14:val="standardContextual"/>
        </w:rPr>
        <w:t xml:space="preserve">Tehtud töödest palun teavitada Keskkonnaametit ( maahoolduse büroo spetsialist Terje Väärtmaa </w:t>
      </w:r>
      <w:hyperlink r:id="rId11" w:history="1">
        <w:r w:rsidRPr="00F6119F">
          <w:rPr>
            <w:rFonts w:eastAsia="Aptos"/>
            <w:color w:val="467886"/>
            <w:kern w:val="2"/>
            <w:sz w:val="22"/>
            <w:szCs w:val="22"/>
            <w:u w:val="single"/>
            <w:lang w:eastAsia="en-US" w:bidi="ar-SA"/>
            <w14:ligatures w14:val="standardContextual"/>
          </w:rPr>
          <w:t>terje.vaartmaa@keskkonnaamet.ee</w:t>
        </w:r>
      </w:hyperlink>
      <w:r w:rsidRPr="00F6119F">
        <w:rPr>
          <w:rFonts w:eastAsia="Aptos"/>
          <w:kern w:val="2"/>
          <w:sz w:val="22"/>
          <w:szCs w:val="22"/>
          <w:lang w:eastAsia="en-US" w:bidi="ar-SA"/>
          <w14:ligatures w14:val="standardContextual"/>
        </w:rPr>
        <w:t xml:space="preserve"> ja looduskaitse planeerimise vanemspetsialist Kirsi Loide </w:t>
      </w:r>
      <w:hyperlink r:id="rId12" w:history="1">
        <w:r w:rsidRPr="00F6119F">
          <w:rPr>
            <w:rFonts w:eastAsia="Aptos"/>
            <w:color w:val="467886"/>
            <w:kern w:val="2"/>
            <w:sz w:val="22"/>
            <w:szCs w:val="22"/>
            <w:u w:val="single"/>
            <w:lang w:eastAsia="en-US" w:bidi="ar-SA"/>
            <w14:ligatures w14:val="standardContextual"/>
          </w:rPr>
          <w:t>kirsi.loide@keskkonnaamet.ee</w:t>
        </w:r>
      </w:hyperlink>
      <w:r w:rsidRPr="00F6119F">
        <w:rPr>
          <w:rFonts w:eastAsia="Aptos"/>
          <w:kern w:val="2"/>
          <w:sz w:val="22"/>
          <w:szCs w:val="22"/>
          <w:lang w:eastAsia="en-US" w:bidi="ar-SA"/>
          <w14:ligatures w14:val="standardContextual"/>
        </w:rPr>
        <w:t xml:space="preserve"> ).</w:t>
      </w:r>
    </w:p>
    <w:p w14:paraId="46524208" w14:textId="77777777" w:rsidR="00F6119F" w:rsidRPr="00F6119F" w:rsidRDefault="00F6119F" w:rsidP="00F6119F">
      <w:pPr>
        <w:widowControl/>
        <w:suppressAutoHyphens w:val="0"/>
        <w:spacing w:line="240" w:lineRule="auto"/>
        <w:rPr>
          <w:rFonts w:eastAsia="Aptos"/>
          <w:kern w:val="2"/>
          <w:sz w:val="22"/>
          <w:szCs w:val="22"/>
          <w:lang w:eastAsia="en-US" w:bidi="ar-SA"/>
          <w14:ligatures w14:val="standardContextual"/>
        </w:rPr>
      </w:pPr>
    </w:p>
    <w:p w14:paraId="55942A11" w14:textId="408A6E61" w:rsidR="00A13FDE" w:rsidRPr="00F6119F" w:rsidRDefault="002E62AD" w:rsidP="00F6119F">
      <w:pPr>
        <w:pStyle w:val="Snum"/>
        <w:rPr>
          <w:rFonts w:cs="Times New Roman"/>
        </w:rPr>
      </w:pPr>
      <w:r w:rsidRPr="00F6119F">
        <w:rPr>
          <w:rFonts w:eastAsia="Aptos" w:cs="Times New Roman"/>
          <w:kern w:val="2"/>
          <w:sz w:val="22"/>
          <w:szCs w:val="22"/>
          <w:lang w:eastAsia="en-US" w:bidi="ar-SA"/>
          <w14:ligatures w14:val="standardContextual"/>
        </w:rPr>
        <w:t>Arvestades lähteülesandes RMK poolt juba esitatud ning käesolevas kirjas täiendavalt seatud tingimusi, kooskõlastab Keskkonnaamet Audru poldri  looduskaitsetöö lähteülesande (ID 2384).</w:t>
      </w:r>
    </w:p>
    <w:p w14:paraId="55942A19" w14:textId="77777777" w:rsidR="00432E04" w:rsidRDefault="00432E04" w:rsidP="005A728D">
      <w:pPr>
        <w:pStyle w:val="Snum"/>
      </w:pPr>
    </w:p>
    <w:p w14:paraId="35EB2D15" w14:textId="77777777" w:rsidR="00F6119F" w:rsidRDefault="00F6119F" w:rsidP="005A728D">
      <w:pPr>
        <w:pStyle w:val="Snum"/>
      </w:pPr>
    </w:p>
    <w:p w14:paraId="55942A1B" w14:textId="0BAD9CD7" w:rsidR="00A13FDE" w:rsidRDefault="00A13FDE" w:rsidP="005A728D">
      <w:pPr>
        <w:pStyle w:val="Snum"/>
      </w:pPr>
      <w:r>
        <w:t>Lugupidamisega</w:t>
      </w:r>
    </w:p>
    <w:p w14:paraId="55942A1C" w14:textId="77777777" w:rsidR="00A13FDE" w:rsidRDefault="00A13FDE" w:rsidP="005A728D">
      <w:pPr>
        <w:pStyle w:val="Snum"/>
      </w:pPr>
    </w:p>
    <w:p w14:paraId="55942A1E" w14:textId="10B7F506" w:rsidR="00262E94" w:rsidRPr="00AB6325" w:rsidRDefault="00A13FDE" w:rsidP="005A728D">
      <w:pPr>
        <w:pStyle w:val="Snum"/>
      </w:pPr>
      <w:r w:rsidRPr="00AB6325">
        <w:t>(</w:t>
      </w:r>
      <w:r w:rsidR="00432E04" w:rsidRPr="00AB6325">
        <w:t>allkir</w:t>
      </w:r>
      <w:r w:rsidR="00EC028D" w:rsidRPr="00AB6325">
        <w:t>jastatud digitaalselt</w:t>
      </w:r>
      <w:r w:rsidRPr="00AB6325">
        <w:t>)</w:t>
      </w:r>
    </w:p>
    <w:p w14:paraId="4482948D" w14:textId="67A9C500" w:rsidR="002D64AB" w:rsidRPr="00AB6325" w:rsidRDefault="002E62AD" w:rsidP="005A728D">
      <w:pPr>
        <w:pStyle w:val="Snum"/>
      </w:pPr>
      <w:r>
        <w:t>Gunnar Sein</w:t>
      </w:r>
    </w:p>
    <w:sdt>
      <w:sdtPr>
        <w:alias w:val="Allkirjastaja amet/roll"/>
        <w:tag w:val="Allkirjastaja_x0020_amet_x002F_roll"/>
        <w:id w:val="-1820263489"/>
        <w:placeholder>
          <w:docPart w:val="C12909BDBA28456E80421B97920BBC28"/>
        </w:placeholder>
        <w:dataBinding w:prefixMappings="xmlns:ns0='http://schemas.microsoft.com/office/2006/metadata/properties' xmlns:ns1='http://www.w3.org/2001/XMLSchema-instance' xmlns:ns2='4f28efae-2a20-4782-b43d-2717bdd273fa' " w:xpath="/ns0:properties[1]/documentManagement[1]/ns2:Allkirjastaja_x0020_amet_x002F_roll[1]" w:storeItemID="{4641D1AD-509B-40CE-903D-086D51302F65}"/>
        <w:text/>
      </w:sdtPr>
      <w:sdtEndPr/>
      <w:sdtContent>
        <w:p w14:paraId="3A716D7D" w14:textId="5B1351C2" w:rsidR="002D64AB" w:rsidRPr="00AB6325" w:rsidRDefault="002E62AD" w:rsidP="005A728D">
          <w:pPr>
            <w:pStyle w:val="Snum"/>
          </w:pPr>
          <w:r>
            <w:t>juhataja</w:t>
          </w:r>
        </w:p>
      </w:sdtContent>
    </w:sdt>
    <w:p w14:paraId="55942A21" w14:textId="6E53D2C4" w:rsidR="00432E04" w:rsidRDefault="002E62AD" w:rsidP="005A728D">
      <w:pPr>
        <w:pStyle w:val="Snum"/>
      </w:pPr>
      <w:r>
        <w:t>maahoolduse büroo</w:t>
      </w:r>
    </w:p>
    <w:p w14:paraId="6F3BFD27" w14:textId="5EC6D856" w:rsidR="002E62AD" w:rsidRDefault="002E62AD" w:rsidP="005A728D">
      <w:pPr>
        <w:pStyle w:val="Snum"/>
      </w:pPr>
      <w:r>
        <w:t>looduskaitse korraldamise osakond</w:t>
      </w:r>
    </w:p>
    <w:p w14:paraId="4620EB3E" w14:textId="77777777" w:rsidR="002E62AD" w:rsidRPr="00AB6325" w:rsidRDefault="002E62AD" w:rsidP="005A728D">
      <w:pPr>
        <w:pStyle w:val="Snum"/>
      </w:pPr>
    </w:p>
    <w:p w14:paraId="55942A23" w14:textId="77777777" w:rsidR="00432E04" w:rsidRDefault="00432E04" w:rsidP="005A728D">
      <w:pPr>
        <w:pStyle w:val="Snum"/>
      </w:pPr>
    </w:p>
    <w:p w14:paraId="77762E1E" w14:textId="24EBE636" w:rsidR="002E62AD" w:rsidRDefault="00F6119F" w:rsidP="002E62AD">
      <w:pPr>
        <w:pStyle w:val="Snum"/>
      </w:pPr>
      <w:sdt>
        <w:sdtPr>
          <w:alias w:val="Koostaja"/>
          <w:tag w:val="Koostaja"/>
          <w:id w:val="-1500658090"/>
          <w:placeholder>
            <w:docPart w:val="2DA36F297E974A8B9FA9029021C151F4"/>
          </w:placeholder>
          <w:dataBinding w:prefixMappings="xmlns:ns0='http://schemas.microsoft.com/office/2006/metadata/properties' xmlns:ns1='http://www.w3.org/2001/XMLSchema-instance' xmlns:ns2='4f28efae-2a20-4782-b43d-2717bdd273fa' " w:xpath="/ns0:properties[1]/documentManagement[1]/ns2:Koostaja[1]" w:storeItemID="{4641D1AD-509B-40CE-903D-086D51302F65}"/>
          <w:text/>
        </w:sdtPr>
        <w:sdtEndPr/>
        <w:sdtContent>
          <w:r w:rsidR="002E62AD">
            <w:t>Terje Väärtmaa</w:t>
          </w:r>
        </w:sdtContent>
      </w:sdt>
      <w:r w:rsidR="002E62AD">
        <w:t xml:space="preserve"> 5854 4722</w:t>
      </w:r>
    </w:p>
    <w:sdt>
      <w:sdtPr>
        <w:alias w:val="Koostaja e-post"/>
        <w:tag w:val="Koostaja_x0020_e-post"/>
        <w:id w:val="-958256891"/>
        <w:placeholder>
          <w:docPart w:val="7708D0DC3B6B40D0865C43D146E99D6F"/>
        </w:placeholder>
        <w:dataBinding w:prefixMappings="xmlns:ns0='http://schemas.microsoft.com/office/2006/metadata/properties' xmlns:ns1='http://www.w3.org/2001/XMLSchema-instance' xmlns:ns2='4f28efae-2a20-4782-b43d-2717bdd273fa' " w:xpath="/ns0:properties[1]/documentManagement[1]/ns2:Koostaja_x0020_e-post[1]" w:storeItemID="{4641D1AD-509B-40CE-903D-086D51302F65}"/>
        <w:text/>
      </w:sdtPr>
      <w:sdtEndPr/>
      <w:sdtContent>
        <w:p w14:paraId="0BD42418" w14:textId="77777777" w:rsidR="002E62AD" w:rsidRPr="00BD078E" w:rsidRDefault="002E62AD" w:rsidP="002E62AD">
          <w:pPr>
            <w:pStyle w:val="Snum"/>
          </w:pPr>
          <w:r>
            <w:t>terje.vaartmaa@keskkonnaamet.ee</w:t>
          </w:r>
        </w:p>
      </w:sdtContent>
    </w:sdt>
    <w:sectPr w:rsidR="002E62AD" w:rsidRPr="00BD078E" w:rsidSect="00EC028D">
      <w:headerReference w:type="even" r:id="rId13"/>
      <w:headerReference w:type="default" r:id="rId14"/>
      <w:footerReference w:type="even" r:id="rId15"/>
      <w:footerReference w:type="default" r:id="rId16"/>
      <w:headerReference w:type="first" r:id="rId17"/>
      <w:footerReference w:type="first" r:id="rId18"/>
      <w:pgSz w:w="11906" w:h="16838" w:code="9"/>
      <w:pgMar w:top="907" w:right="1021" w:bottom="907" w:left="1814" w:header="896" w:footer="51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42A34" w14:textId="77777777" w:rsidR="00027F5D" w:rsidRDefault="00027F5D" w:rsidP="00DF44DF">
      <w:r>
        <w:separator/>
      </w:r>
    </w:p>
  </w:endnote>
  <w:endnote w:type="continuationSeparator" w:id="0">
    <w:p w14:paraId="55942A35" w14:textId="77777777" w:rsidR="00027F5D" w:rsidRDefault="00027F5D"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BC453" w14:textId="77777777" w:rsidR="009766E5" w:rsidRDefault="009766E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809821"/>
      <w:docPartObj>
        <w:docPartGallery w:val="Page Numbers (Bottom of Page)"/>
        <w:docPartUnique/>
      </w:docPartObj>
    </w:sdtPr>
    <w:sdtEndPr/>
    <w:sdtContent>
      <w:sdt>
        <w:sdtPr>
          <w:id w:val="1728636285"/>
          <w:docPartObj>
            <w:docPartGallery w:val="Page Numbers (Top of Page)"/>
            <w:docPartUnique/>
          </w:docPartObj>
        </w:sdtPr>
        <w:sdtEndPr/>
        <w:sdtContent>
          <w:p w14:paraId="4EFA2312" w14:textId="4E59B28C" w:rsidR="00455C04" w:rsidRDefault="00455C04">
            <w:pPr>
              <w:pStyle w:val="Jalus"/>
              <w:jc w:val="center"/>
            </w:pPr>
            <w:r w:rsidRPr="00455C04">
              <w:t xml:space="preserve"> </w:t>
            </w:r>
            <w:r w:rsidRPr="00455C04">
              <w:rPr>
                <w:bCs/>
                <w:szCs w:val="24"/>
              </w:rPr>
              <w:fldChar w:fldCharType="begin"/>
            </w:r>
            <w:r w:rsidRPr="00455C04">
              <w:rPr>
                <w:bCs/>
              </w:rPr>
              <w:instrText>PAGE</w:instrText>
            </w:r>
            <w:r w:rsidRPr="00455C04">
              <w:rPr>
                <w:bCs/>
                <w:szCs w:val="24"/>
              </w:rPr>
              <w:fldChar w:fldCharType="separate"/>
            </w:r>
            <w:r w:rsidR="001E286A">
              <w:rPr>
                <w:bCs/>
                <w:noProof/>
              </w:rPr>
              <w:t>2</w:t>
            </w:r>
            <w:r w:rsidRPr="00455C04">
              <w:rPr>
                <w:bCs/>
                <w:szCs w:val="24"/>
              </w:rPr>
              <w:fldChar w:fldCharType="end"/>
            </w:r>
            <w:r w:rsidRPr="00455C04">
              <w:t xml:space="preserve"> </w:t>
            </w:r>
            <w:r>
              <w:t>(</w:t>
            </w:r>
            <w:r w:rsidRPr="00455C04">
              <w:rPr>
                <w:bCs/>
                <w:szCs w:val="24"/>
              </w:rPr>
              <w:fldChar w:fldCharType="begin"/>
            </w:r>
            <w:r w:rsidRPr="00455C04">
              <w:rPr>
                <w:bCs/>
              </w:rPr>
              <w:instrText>NUMPAGES</w:instrText>
            </w:r>
            <w:r w:rsidRPr="00455C04">
              <w:rPr>
                <w:bCs/>
                <w:szCs w:val="24"/>
              </w:rPr>
              <w:fldChar w:fldCharType="separate"/>
            </w:r>
            <w:r w:rsidR="001E286A">
              <w:rPr>
                <w:bCs/>
                <w:noProof/>
              </w:rPr>
              <w:t>2</w:t>
            </w:r>
            <w:r w:rsidRPr="00455C04">
              <w:rPr>
                <w:bCs/>
                <w:szCs w:val="24"/>
              </w:rPr>
              <w:fldChar w:fldCharType="end"/>
            </w:r>
            <w:r>
              <w:rPr>
                <w:bCs/>
                <w:szCs w:val="24"/>
              </w:rPr>
              <w:t>)</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42A37" w14:textId="5326C5CA" w:rsidR="00432E04" w:rsidRDefault="00093028" w:rsidP="00432E04">
    <w:pPr>
      <w:pStyle w:val="Jalus1"/>
    </w:pPr>
    <w:r>
      <w:t xml:space="preserve">Roheline 64 </w:t>
    </w:r>
    <w:r w:rsidRPr="00B9503E">
      <w:t xml:space="preserve">/ </w:t>
    </w:r>
    <w:r>
      <w:t>80010</w:t>
    </w:r>
    <w:r w:rsidRPr="00B9503E">
      <w:t xml:space="preserve"> </w:t>
    </w:r>
    <w:r>
      <w:t>Pärnu</w:t>
    </w:r>
    <w:r w:rsidRPr="00B9503E">
      <w:t xml:space="preserve"> </w:t>
    </w:r>
    <w:r w:rsidR="009766E5">
      <w:t>linn</w:t>
    </w:r>
    <w:r w:rsidRPr="00B9503E">
      <w:t>/ Tel 6</w:t>
    </w:r>
    <w:r>
      <w:t>62</w:t>
    </w:r>
    <w:r w:rsidRPr="00B9503E">
      <w:t xml:space="preserve"> </w:t>
    </w:r>
    <w:r>
      <w:t>5999</w:t>
    </w:r>
    <w:r w:rsidRPr="00B9503E">
      <w:t xml:space="preserve"> </w:t>
    </w:r>
    <w:r w:rsidR="00432E04" w:rsidRPr="00B9503E">
      <w:t>/ Faks 680 7427 / e-post: info@keskkonnaamet.ee / www.keskkonnaamet.ee / Registrikood 70008658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42A32" w14:textId="77777777" w:rsidR="00027F5D" w:rsidRDefault="00027F5D" w:rsidP="00DF44DF">
      <w:r>
        <w:separator/>
      </w:r>
    </w:p>
  </w:footnote>
  <w:footnote w:type="continuationSeparator" w:id="0">
    <w:p w14:paraId="55942A33" w14:textId="77777777" w:rsidR="00027F5D" w:rsidRDefault="00027F5D"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0C9C6" w14:textId="77777777" w:rsidR="009766E5" w:rsidRDefault="009766E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C5B20" w14:textId="77777777" w:rsidR="009766E5" w:rsidRDefault="009766E5">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F79FE5" w14:textId="77777777" w:rsidR="009766E5" w:rsidRDefault="009766E5">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displayBackgroundShape/>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752"/>
    <w:rsid w:val="0002730F"/>
    <w:rsid w:val="00027F5D"/>
    <w:rsid w:val="000346C8"/>
    <w:rsid w:val="00035464"/>
    <w:rsid w:val="00060947"/>
    <w:rsid w:val="000913FC"/>
    <w:rsid w:val="00093028"/>
    <w:rsid w:val="000A17B5"/>
    <w:rsid w:val="00110212"/>
    <w:rsid w:val="00124999"/>
    <w:rsid w:val="001523BD"/>
    <w:rsid w:val="001A3584"/>
    <w:rsid w:val="001A7D04"/>
    <w:rsid w:val="001C2112"/>
    <w:rsid w:val="001D4CFB"/>
    <w:rsid w:val="001E286A"/>
    <w:rsid w:val="002008A2"/>
    <w:rsid w:val="00227A79"/>
    <w:rsid w:val="00232518"/>
    <w:rsid w:val="00262E94"/>
    <w:rsid w:val="00276247"/>
    <w:rsid w:val="002835BB"/>
    <w:rsid w:val="00293449"/>
    <w:rsid w:val="002D64AB"/>
    <w:rsid w:val="002E62AD"/>
    <w:rsid w:val="002F254F"/>
    <w:rsid w:val="0034404F"/>
    <w:rsid w:val="0034719C"/>
    <w:rsid w:val="00354059"/>
    <w:rsid w:val="00371A7B"/>
    <w:rsid w:val="00394DCB"/>
    <w:rsid w:val="003B2A9C"/>
    <w:rsid w:val="00402EC8"/>
    <w:rsid w:val="00432E04"/>
    <w:rsid w:val="00435A13"/>
    <w:rsid w:val="0044084D"/>
    <w:rsid w:val="00455C04"/>
    <w:rsid w:val="004B785D"/>
    <w:rsid w:val="004C1391"/>
    <w:rsid w:val="00515E75"/>
    <w:rsid w:val="00535BEB"/>
    <w:rsid w:val="00546204"/>
    <w:rsid w:val="00551E24"/>
    <w:rsid w:val="00557534"/>
    <w:rsid w:val="00560A92"/>
    <w:rsid w:val="00564569"/>
    <w:rsid w:val="005A728D"/>
    <w:rsid w:val="005B5CE1"/>
    <w:rsid w:val="005E3AED"/>
    <w:rsid w:val="005E45BB"/>
    <w:rsid w:val="005E7E54"/>
    <w:rsid w:val="005F316C"/>
    <w:rsid w:val="00602834"/>
    <w:rsid w:val="006151D9"/>
    <w:rsid w:val="0065498C"/>
    <w:rsid w:val="00680609"/>
    <w:rsid w:val="00686A7C"/>
    <w:rsid w:val="006942A2"/>
    <w:rsid w:val="006A01AC"/>
    <w:rsid w:val="006B118C"/>
    <w:rsid w:val="006B3A4C"/>
    <w:rsid w:val="006E16BD"/>
    <w:rsid w:val="006F3BB9"/>
    <w:rsid w:val="006F72D7"/>
    <w:rsid w:val="007056E1"/>
    <w:rsid w:val="00713327"/>
    <w:rsid w:val="00746546"/>
    <w:rsid w:val="0075695A"/>
    <w:rsid w:val="007A1DE8"/>
    <w:rsid w:val="007C7258"/>
    <w:rsid w:val="007D54FC"/>
    <w:rsid w:val="00801AED"/>
    <w:rsid w:val="00835858"/>
    <w:rsid w:val="008919F2"/>
    <w:rsid w:val="008B041F"/>
    <w:rsid w:val="008D4634"/>
    <w:rsid w:val="008F0B50"/>
    <w:rsid w:val="0091786B"/>
    <w:rsid w:val="00922CF3"/>
    <w:rsid w:val="009370A4"/>
    <w:rsid w:val="009766E5"/>
    <w:rsid w:val="009A3A7C"/>
    <w:rsid w:val="009E7F4A"/>
    <w:rsid w:val="00A10E66"/>
    <w:rsid w:val="00A1244E"/>
    <w:rsid w:val="00A13FDE"/>
    <w:rsid w:val="00A23833"/>
    <w:rsid w:val="00A92042"/>
    <w:rsid w:val="00AB6325"/>
    <w:rsid w:val="00AC4752"/>
    <w:rsid w:val="00AD2EA7"/>
    <w:rsid w:val="00AE02A8"/>
    <w:rsid w:val="00B040EF"/>
    <w:rsid w:val="00B9503E"/>
    <w:rsid w:val="00BB0136"/>
    <w:rsid w:val="00BC1A62"/>
    <w:rsid w:val="00BD078E"/>
    <w:rsid w:val="00BD3CCF"/>
    <w:rsid w:val="00BD4CC9"/>
    <w:rsid w:val="00BE0CC9"/>
    <w:rsid w:val="00BF4D7C"/>
    <w:rsid w:val="00C24F66"/>
    <w:rsid w:val="00C27B07"/>
    <w:rsid w:val="00C41FC5"/>
    <w:rsid w:val="00C7358F"/>
    <w:rsid w:val="00C83346"/>
    <w:rsid w:val="00CA15C5"/>
    <w:rsid w:val="00CA460C"/>
    <w:rsid w:val="00CA583B"/>
    <w:rsid w:val="00CA5F0B"/>
    <w:rsid w:val="00CF2B77"/>
    <w:rsid w:val="00CF4303"/>
    <w:rsid w:val="00D346E5"/>
    <w:rsid w:val="00D40650"/>
    <w:rsid w:val="00D41BB2"/>
    <w:rsid w:val="00D7600D"/>
    <w:rsid w:val="00D76838"/>
    <w:rsid w:val="00DF44DF"/>
    <w:rsid w:val="00DF6F9A"/>
    <w:rsid w:val="00E023F6"/>
    <w:rsid w:val="00E03DBB"/>
    <w:rsid w:val="00E663AE"/>
    <w:rsid w:val="00EB5214"/>
    <w:rsid w:val="00EC028D"/>
    <w:rsid w:val="00F3446C"/>
    <w:rsid w:val="00F6119F"/>
    <w:rsid w:val="00F9645B"/>
    <w:rsid w:val="00F9773D"/>
    <w:rsid w:val="00FA6410"/>
    <w:rsid w:val="00FD7B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59429FF"/>
  <w14:defaultImageDpi w14:val="0"/>
  <w15:docId w15:val="{D9990FF4-C604-4AAF-9567-C8379A0B8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4Mrk">
    <w:name w:val="Pealkiri 4 Märk"/>
    <w:basedOn w:val="Liguvaikefont"/>
    <w:link w:val="Pealkiri4"/>
    <w:uiPriority w:val="9"/>
    <w:locked/>
    <w:rsid w:val="00DF44DF"/>
    <w:rPr>
      <w:rFonts w:cs="Times New Roman"/>
      <w:b/>
      <w:bCs/>
      <w:color w:val="000000"/>
      <w:sz w:val="28"/>
      <w:szCs w:val="28"/>
      <w:u w:color="000000"/>
    </w:rPr>
  </w:style>
  <w:style w:type="character" w:customStyle="1" w:styleId="Pealkiri5Mrk">
    <w:name w:val="Pealkiri 5 Märk"/>
    <w:basedOn w:val="Liguvaikefont"/>
    <w:link w:val="Pealkiri5"/>
    <w:uiPriority w:val="9"/>
    <w:locked/>
    <w:rsid w:val="00DF44DF"/>
    <w:rPr>
      <w:rFonts w:cs="Times New Roman"/>
      <w:b/>
      <w:bCs/>
      <w:i/>
      <w:iCs/>
      <w:color w:val="000000"/>
      <w:sz w:val="26"/>
      <w:szCs w:val="26"/>
      <w:u w:color="000000"/>
    </w:rPr>
  </w:style>
  <w:style w:type="character" w:customStyle="1" w:styleId="Pealkiri6Mrk">
    <w:name w:val="Pealkiri 6 Märk"/>
    <w:basedOn w:val="Liguvaikefont"/>
    <w:link w:val="Pealkiri6"/>
    <w:uiPriority w:val="9"/>
    <w:locked/>
    <w:rsid w:val="00DF44DF"/>
    <w:rPr>
      <w:rFonts w:cs="Times New Roman"/>
      <w:b/>
      <w:bCs/>
      <w:color w:val="000000"/>
      <w:sz w:val="22"/>
      <w:szCs w:val="22"/>
      <w:u w:color="000000"/>
    </w:rPr>
  </w:style>
  <w:style w:type="character" w:customStyle="1" w:styleId="Pealkiri7Mrk">
    <w:name w:val="Pealkiri 7 Märk"/>
    <w:basedOn w:val="Liguvaikefont"/>
    <w:link w:val="Pealkiri7"/>
    <w:uiPriority w:val="9"/>
    <w:locked/>
    <w:rsid w:val="00DF44DF"/>
    <w:rPr>
      <w:rFonts w:cs="Times New Roman"/>
      <w:color w:val="000000"/>
      <w:sz w:val="24"/>
      <w:szCs w:val="24"/>
      <w:u w:color="000000"/>
    </w:rPr>
  </w:style>
  <w:style w:type="character" w:customStyle="1" w:styleId="Pealkiri8Mrk">
    <w:name w:val="Pealkiri 8 Märk"/>
    <w:basedOn w:val="Liguvaikefont"/>
    <w:link w:val="Pealkiri8"/>
    <w:uiPriority w:val="9"/>
    <w:locked/>
    <w:rsid w:val="00DF44DF"/>
    <w:rPr>
      <w:rFonts w:cs="Times New Roman"/>
      <w:i/>
      <w:iCs/>
      <w:color w:val="000000"/>
      <w:sz w:val="24"/>
      <w:szCs w:val="24"/>
      <w:u w:color="000000"/>
    </w:rPr>
  </w:style>
  <w:style w:type="character" w:customStyle="1" w:styleId="Pealkiri9Mrk">
    <w:name w:val="Pealkiri 9 Märk"/>
    <w:basedOn w:val="Liguvaikefont"/>
    <w:link w:val="Pealkiri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styleId="Hperlink">
    <w:name w:val="Hyperlink"/>
    <w:basedOn w:val="Liguvaikefont"/>
    <w:uiPriority w:val="99"/>
    <w:rsid w:val="00D40650"/>
    <w:rPr>
      <w:rFonts w:cs="Times New Roman"/>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432E04"/>
    <w:pPr>
      <w:widowControl w:val="0"/>
      <w:suppressAutoHyphens/>
      <w:jc w:val="both"/>
    </w:pPr>
    <w:rPr>
      <w:rFonts w:eastAsia="SimSun" w:cs="Mangal"/>
      <w:kern w:val="1"/>
      <w:szCs w:val="24"/>
      <w:lang w:eastAsia="zh-CN" w:bidi="hi-IN"/>
    </w:rPr>
  </w:style>
  <w:style w:type="paragraph" w:styleId="Loend">
    <w:name w:val="List"/>
    <w:basedOn w:val="Normaallaad"/>
    <w:uiPriority w:val="99"/>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character" w:customStyle="1" w:styleId="PisMrk">
    <w:name w:val="Päis Märk"/>
    <w:basedOn w:val="Liguvaikefont"/>
    <w:link w:val="Pis"/>
    <w:uiPriority w:val="99"/>
    <w:locked/>
    <w:rsid w:val="007056E1"/>
    <w:rPr>
      <w:rFonts w:eastAsia="SimSun" w:cs="Mangal"/>
      <w:kern w:val="1"/>
      <w:sz w:val="21"/>
      <w:szCs w:val="21"/>
      <w:lang w:val="x-none" w:eastAsia="zh-CN" w:bidi="hi-IN"/>
    </w:rPr>
  </w:style>
  <w:style w:type="paragraph" w:customStyle="1" w:styleId="Index">
    <w:name w:val="Index"/>
    <w:basedOn w:val="Normaallaad"/>
    <w:rsid w:val="00D40650"/>
    <w:pPr>
      <w:suppressLineNumbers/>
    </w:p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locked/>
    <w:rsid w:val="007056E1"/>
    <w:rPr>
      <w:rFonts w:eastAsia="SimSun" w:cs="Mangal"/>
      <w:kern w:val="1"/>
      <w:sz w:val="21"/>
      <w:szCs w:val="21"/>
      <w:lang w:val="x-none"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paragraph" w:styleId="Loend2">
    <w:name w:val="List 2"/>
    <w:basedOn w:val="Normaallaad"/>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Adressaat">
    <w:name w:val="Adressaat"/>
    <w:autoRedefine/>
    <w:qFormat/>
    <w:rsid w:val="00835858"/>
    <w:rPr>
      <w:rFonts w:eastAsia="SimSun"/>
      <w:kern w:val="24"/>
      <w:sz w:val="24"/>
      <w:szCs w:val="24"/>
      <w:lang w:eastAsia="zh-CN" w:bidi="hi-IN"/>
    </w:rPr>
  </w:style>
  <w:style w:type="paragraph" w:customStyle="1" w:styleId="Pealkiri1">
    <w:name w:val="Pealkiri1"/>
    <w:autoRedefine/>
    <w:qFormat/>
    <w:rsid w:val="00835858"/>
    <w:pPr>
      <w:spacing w:after="560"/>
    </w:pPr>
    <w:rPr>
      <w:rFonts w:eastAsia="SimSun"/>
      <w:b/>
      <w:kern w:val="1"/>
      <w:sz w:val="24"/>
      <w:szCs w:val="24"/>
      <w:lang w:eastAsia="zh-CN" w:bidi="hi-IN"/>
    </w:rPr>
  </w:style>
  <w:style w:type="paragraph" w:customStyle="1" w:styleId="Snum">
    <w:name w:val="Sõnum"/>
    <w:autoRedefine/>
    <w:qFormat/>
    <w:rsid w:val="005A728D"/>
    <w:pPr>
      <w:jc w:val="both"/>
    </w:pPr>
    <w:rPr>
      <w:rFonts w:eastAsia="SimSun" w:cs="Mangal"/>
      <w:kern w:val="1"/>
      <w:sz w:val="24"/>
      <w:szCs w:val="24"/>
      <w:lang w:eastAsia="zh-CN" w:bidi="hi-IN"/>
    </w:rPr>
  </w:style>
  <w:style w:type="paragraph" w:styleId="Jutumullitekst">
    <w:name w:val="Balloon Text"/>
    <w:basedOn w:val="Normaallaad"/>
    <w:link w:val="JutumullitekstMrk"/>
    <w:uiPriority w:val="99"/>
    <w:semiHidden/>
    <w:unhideWhenUsed/>
    <w:rsid w:val="006A01AC"/>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locked/>
    <w:rsid w:val="006A01AC"/>
    <w:rPr>
      <w:rFonts w:ascii="Tahoma" w:eastAsia="SimSun" w:hAnsi="Tahoma" w:cs="Mangal"/>
      <w:kern w:val="1"/>
      <w:sz w:val="14"/>
      <w:szCs w:val="14"/>
      <w:lang w:val="x-none" w:eastAsia="zh-CN" w:bidi="hi-IN"/>
    </w:rPr>
  </w:style>
  <w:style w:type="character" w:styleId="Kohatitetekst">
    <w:name w:val="Placeholder Text"/>
    <w:basedOn w:val="Liguvaikefont"/>
    <w:uiPriority w:val="99"/>
    <w:semiHidden/>
    <w:rsid w:val="00371A7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220657">
      <w:marLeft w:val="0"/>
      <w:marRight w:val="0"/>
      <w:marTop w:val="0"/>
      <w:marBottom w:val="0"/>
      <w:divBdr>
        <w:top w:val="none" w:sz="0" w:space="0" w:color="auto"/>
        <w:left w:val="none" w:sz="0" w:space="0" w:color="auto"/>
        <w:bottom w:val="none" w:sz="0" w:space="0" w:color="auto"/>
        <w:right w:val="none" w:sz="0" w:space="0" w:color="auto"/>
      </w:divBdr>
    </w:div>
    <w:div w:id="81220658">
      <w:marLeft w:val="0"/>
      <w:marRight w:val="0"/>
      <w:marTop w:val="0"/>
      <w:marBottom w:val="0"/>
      <w:divBdr>
        <w:top w:val="none" w:sz="0" w:space="0" w:color="auto"/>
        <w:left w:val="none" w:sz="0" w:space="0" w:color="auto"/>
        <w:bottom w:val="none" w:sz="0" w:space="0" w:color="auto"/>
        <w:right w:val="none" w:sz="0" w:space="0" w:color="auto"/>
      </w:divBdr>
    </w:div>
    <w:div w:id="81220659">
      <w:marLeft w:val="0"/>
      <w:marRight w:val="0"/>
      <w:marTop w:val="0"/>
      <w:marBottom w:val="0"/>
      <w:divBdr>
        <w:top w:val="none" w:sz="0" w:space="0" w:color="auto"/>
        <w:left w:val="none" w:sz="0" w:space="0" w:color="auto"/>
        <w:bottom w:val="none" w:sz="0" w:space="0" w:color="auto"/>
        <w:right w:val="none" w:sz="0" w:space="0" w:color="auto"/>
      </w:divBdr>
    </w:div>
    <w:div w:id="81220660">
      <w:marLeft w:val="0"/>
      <w:marRight w:val="0"/>
      <w:marTop w:val="0"/>
      <w:marBottom w:val="0"/>
      <w:divBdr>
        <w:top w:val="none" w:sz="0" w:space="0" w:color="auto"/>
        <w:left w:val="none" w:sz="0" w:space="0" w:color="auto"/>
        <w:bottom w:val="none" w:sz="0" w:space="0" w:color="auto"/>
        <w:right w:val="none" w:sz="0" w:space="0" w:color="auto"/>
      </w:divBdr>
    </w:div>
    <w:div w:id="81220661">
      <w:marLeft w:val="0"/>
      <w:marRight w:val="0"/>
      <w:marTop w:val="0"/>
      <w:marBottom w:val="0"/>
      <w:divBdr>
        <w:top w:val="none" w:sz="0" w:space="0" w:color="auto"/>
        <w:left w:val="none" w:sz="0" w:space="0" w:color="auto"/>
        <w:bottom w:val="none" w:sz="0" w:space="0" w:color="auto"/>
        <w:right w:val="none" w:sz="0" w:space="0" w:color="auto"/>
      </w:divBdr>
    </w:div>
    <w:div w:id="81220662">
      <w:marLeft w:val="0"/>
      <w:marRight w:val="0"/>
      <w:marTop w:val="0"/>
      <w:marBottom w:val="0"/>
      <w:divBdr>
        <w:top w:val="none" w:sz="0" w:space="0" w:color="auto"/>
        <w:left w:val="none" w:sz="0" w:space="0" w:color="auto"/>
        <w:bottom w:val="none" w:sz="0" w:space="0" w:color="auto"/>
        <w:right w:val="none" w:sz="0" w:space="0" w:color="auto"/>
      </w:divBdr>
    </w:div>
    <w:div w:id="812206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kirsi.loide@keskkonnaamet.e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rje.vaartmaa@keskkonnaamet.ee"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910170291\AppData\Roaming\Microsoft\Mallid\kirjap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4930A1AF23343858C30C11BBFB2B588"/>
        <w:category>
          <w:name w:val="Üldine"/>
          <w:gallery w:val="placeholder"/>
        </w:category>
        <w:types>
          <w:type w:val="bbPlcHdr"/>
        </w:types>
        <w:behaviors>
          <w:behavior w:val="content"/>
        </w:behaviors>
        <w:guid w:val="{7ADE2261-30CA-4BC8-8498-BE3B62C9A3A0}"/>
      </w:docPartPr>
      <w:docPartBody>
        <w:p w:rsidR="0049790E" w:rsidRDefault="00FB5187" w:rsidP="00FB5187">
          <w:pPr>
            <w:pStyle w:val="44930A1AF23343858C30C11BBFB2B588"/>
          </w:pPr>
          <w:r w:rsidRPr="004B6E3E">
            <w:rPr>
              <w:rStyle w:val="Kohatitetekst"/>
            </w:rPr>
            <w:t>[Saatja/adressaat]</w:t>
          </w:r>
        </w:p>
      </w:docPartBody>
    </w:docPart>
    <w:docPart>
      <w:docPartPr>
        <w:name w:val="421CD45A0D7B496BB72E03BE28EEBD1F"/>
        <w:category>
          <w:name w:val="Üldine"/>
          <w:gallery w:val="placeholder"/>
        </w:category>
        <w:types>
          <w:type w:val="bbPlcHdr"/>
        </w:types>
        <w:behaviors>
          <w:behavior w:val="content"/>
        </w:behaviors>
        <w:guid w:val="{66AD14C5-0A73-4849-997A-EA35D072A5DA}"/>
      </w:docPartPr>
      <w:docPartBody>
        <w:p w:rsidR="0049790E" w:rsidRDefault="00FB5187" w:rsidP="00FB5187">
          <w:pPr>
            <w:pStyle w:val="421CD45A0D7B496BB72E03BE28EEBD1F"/>
          </w:pPr>
          <w:r w:rsidRPr="004B6E3E">
            <w:rPr>
              <w:rStyle w:val="Kohatitetekst"/>
            </w:rPr>
            <w:t>[Asutus]</w:t>
          </w:r>
        </w:p>
      </w:docPartBody>
    </w:docPart>
    <w:docPart>
      <w:docPartPr>
        <w:name w:val="0D1A0B42E7A5465FAC9A5203DF9CEF07"/>
        <w:category>
          <w:name w:val="Üldine"/>
          <w:gallery w:val="placeholder"/>
        </w:category>
        <w:types>
          <w:type w:val="bbPlcHdr"/>
        </w:types>
        <w:behaviors>
          <w:behavior w:val="content"/>
        </w:behaviors>
        <w:guid w:val="{2CDF4EBF-96CA-4F2F-9685-3FC999A2A76E}"/>
      </w:docPartPr>
      <w:docPartBody>
        <w:p w:rsidR="0049790E" w:rsidRDefault="00FB5187" w:rsidP="00FB5187">
          <w:pPr>
            <w:pStyle w:val="0D1A0B42E7A5465FAC9A5203DF9CEF07"/>
          </w:pPr>
          <w:r w:rsidRPr="004B6E3E">
            <w:rPr>
              <w:rStyle w:val="Kohatitetekst"/>
            </w:rPr>
            <w:t>[E-posti aadress]</w:t>
          </w:r>
        </w:p>
      </w:docPartBody>
    </w:docPart>
    <w:docPart>
      <w:docPartPr>
        <w:name w:val="96ECB1E8BDFF469D83C7B37D33224268"/>
        <w:category>
          <w:name w:val="Üldine"/>
          <w:gallery w:val="placeholder"/>
        </w:category>
        <w:types>
          <w:type w:val="bbPlcHdr"/>
        </w:types>
        <w:behaviors>
          <w:behavior w:val="content"/>
        </w:behaviors>
        <w:guid w:val="{C1BE24AC-503F-4B8D-8C48-540170D8DCD7}"/>
      </w:docPartPr>
      <w:docPartBody>
        <w:p w:rsidR="0049790E" w:rsidRDefault="00FB5187" w:rsidP="00FB5187">
          <w:pPr>
            <w:pStyle w:val="96ECB1E8BDFF469D83C7B37D33224268"/>
          </w:pPr>
          <w:r w:rsidRPr="004B6E3E">
            <w:rPr>
              <w:rStyle w:val="Kohatitetekst"/>
            </w:rPr>
            <w:t>[Saatja kuupäev]</w:t>
          </w:r>
        </w:p>
      </w:docPartBody>
    </w:docPart>
    <w:docPart>
      <w:docPartPr>
        <w:name w:val="D726FD2301C84C08B460F3731620D30F"/>
        <w:category>
          <w:name w:val="Üldine"/>
          <w:gallery w:val="placeholder"/>
        </w:category>
        <w:types>
          <w:type w:val="bbPlcHdr"/>
        </w:types>
        <w:behaviors>
          <w:behavior w:val="content"/>
        </w:behaviors>
        <w:guid w:val="{F41887A2-AA90-4F09-A866-8A65A9FD662E}"/>
      </w:docPartPr>
      <w:docPartBody>
        <w:p w:rsidR="0049790E" w:rsidRDefault="00FB5187" w:rsidP="00FB5187">
          <w:pPr>
            <w:pStyle w:val="D726FD2301C84C08B460F3731620D30F"/>
          </w:pPr>
          <w:r w:rsidRPr="004B6E3E">
            <w:rPr>
              <w:rStyle w:val="Kohatitetekst"/>
            </w:rPr>
            <w:t>[Registreerimise kuupäev]</w:t>
          </w:r>
        </w:p>
      </w:docPartBody>
    </w:docPart>
    <w:docPart>
      <w:docPartPr>
        <w:name w:val="427CE42C46EC4A15A0CF1F59CA922DF7"/>
        <w:category>
          <w:name w:val="Üldine"/>
          <w:gallery w:val="placeholder"/>
        </w:category>
        <w:types>
          <w:type w:val="bbPlcHdr"/>
        </w:types>
        <w:behaviors>
          <w:behavior w:val="content"/>
        </w:behaviors>
        <w:guid w:val="{7B47F961-34F4-4536-B06F-6022FAF4603B}"/>
      </w:docPartPr>
      <w:docPartBody>
        <w:p w:rsidR="0049790E" w:rsidRDefault="00FB5187" w:rsidP="00FB5187">
          <w:pPr>
            <w:pStyle w:val="427CE42C46EC4A15A0CF1F59CA922DF7"/>
          </w:pPr>
          <w:r w:rsidRPr="004B6E3E">
            <w:rPr>
              <w:rStyle w:val="Kohatitetekst"/>
            </w:rPr>
            <w:t>[Registreerimisnumber]</w:t>
          </w:r>
        </w:p>
      </w:docPartBody>
    </w:docPart>
    <w:docPart>
      <w:docPartPr>
        <w:name w:val="F2F803D466A644A7B611A8826D03E022"/>
        <w:category>
          <w:name w:val="Üldine"/>
          <w:gallery w:val="placeholder"/>
        </w:category>
        <w:types>
          <w:type w:val="bbPlcHdr"/>
        </w:types>
        <w:behaviors>
          <w:behavior w:val="content"/>
        </w:behaviors>
        <w:guid w:val="{8640103A-C603-4F2B-8CE5-D87E76814816}"/>
      </w:docPartPr>
      <w:docPartBody>
        <w:p w:rsidR="0049790E" w:rsidRDefault="00FB5187" w:rsidP="00FB5187">
          <w:pPr>
            <w:pStyle w:val="F2F803D466A644A7B611A8826D03E022"/>
          </w:pPr>
          <w:r w:rsidRPr="004B6E3E">
            <w:rPr>
              <w:rStyle w:val="Kohatitetekst"/>
            </w:rPr>
            <w:t>[Tiitel]</w:t>
          </w:r>
        </w:p>
      </w:docPartBody>
    </w:docPart>
    <w:docPart>
      <w:docPartPr>
        <w:name w:val="C12909BDBA28456E80421B97920BBC28"/>
        <w:category>
          <w:name w:val="Üldine"/>
          <w:gallery w:val="placeholder"/>
        </w:category>
        <w:types>
          <w:type w:val="bbPlcHdr"/>
        </w:types>
        <w:behaviors>
          <w:behavior w:val="content"/>
        </w:behaviors>
        <w:guid w:val="{12D29CE9-8E17-472F-9803-F9356C262BED}"/>
      </w:docPartPr>
      <w:docPartBody>
        <w:p w:rsidR="0049790E" w:rsidRDefault="00FB5187">
          <w:r w:rsidRPr="004B6E3E">
            <w:rPr>
              <w:rStyle w:val="Kohatitetekst"/>
            </w:rPr>
            <w:t>[Allkirjastaja amet/roll]</w:t>
          </w:r>
        </w:p>
      </w:docPartBody>
    </w:docPart>
    <w:docPart>
      <w:docPartPr>
        <w:name w:val="2DA36F297E974A8B9FA9029021C151F4"/>
        <w:category>
          <w:name w:val="Üldine"/>
          <w:gallery w:val="placeholder"/>
        </w:category>
        <w:types>
          <w:type w:val="bbPlcHdr"/>
        </w:types>
        <w:behaviors>
          <w:behavior w:val="content"/>
        </w:behaviors>
        <w:guid w:val="{83E3D932-20F4-448F-A3E5-68ACA90BD00D}"/>
      </w:docPartPr>
      <w:docPartBody>
        <w:p w:rsidR="00D46CF7" w:rsidRDefault="00D46CF7" w:rsidP="00D46CF7">
          <w:pPr>
            <w:pStyle w:val="2DA36F297E974A8B9FA9029021C151F4"/>
          </w:pPr>
          <w:r w:rsidRPr="004B6E3E">
            <w:rPr>
              <w:rStyle w:val="Kohatitetekst"/>
            </w:rPr>
            <w:t>[Koostaja]</w:t>
          </w:r>
        </w:p>
      </w:docPartBody>
    </w:docPart>
    <w:docPart>
      <w:docPartPr>
        <w:name w:val="7708D0DC3B6B40D0865C43D146E99D6F"/>
        <w:category>
          <w:name w:val="Üldine"/>
          <w:gallery w:val="placeholder"/>
        </w:category>
        <w:types>
          <w:type w:val="bbPlcHdr"/>
        </w:types>
        <w:behaviors>
          <w:behavior w:val="content"/>
        </w:behaviors>
        <w:guid w:val="{D984C760-C18A-41F7-AC71-DB5C819E233A}"/>
      </w:docPartPr>
      <w:docPartBody>
        <w:p w:rsidR="00D46CF7" w:rsidRDefault="00D46CF7" w:rsidP="00D46CF7">
          <w:pPr>
            <w:pStyle w:val="7708D0DC3B6B40D0865C43D146E99D6F"/>
          </w:pPr>
          <w:r w:rsidRPr="004B6E3E">
            <w:rPr>
              <w:rStyle w:val="Kohatitetekst"/>
            </w:rPr>
            <w:t>[Koostaja e-post]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5187"/>
    <w:rsid w:val="00055276"/>
    <w:rsid w:val="0049790E"/>
    <w:rsid w:val="00515E75"/>
    <w:rsid w:val="00535BEB"/>
    <w:rsid w:val="005A4EB7"/>
    <w:rsid w:val="007C7258"/>
    <w:rsid w:val="00A92042"/>
    <w:rsid w:val="00D46CF7"/>
    <w:rsid w:val="00FB51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D46CF7"/>
    <w:rPr>
      <w:color w:val="808080"/>
    </w:rPr>
  </w:style>
  <w:style w:type="paragraph" w:customStyle="1" w:styleId="44930A1AF23343858C30C11BBFB2B588">
    <w:name w:val="44930A1AF23343858C30C11BBFB2B588"/>
    <w:rsid w:val="00FB5187"/>
    <w:pPr>
      <w:spacing w:after="0" w:line="240" w:lineRule="auto"/>
    </w:pPr>
    <w:rPr>
      <w:rFonts w:ascii="Times New Roman" w:eastAsia="SimSun" w:hAnsi="Times New Roman" w:cs="Times New Roman"/>
      <w:kern w:val="24"/>
      <w:sz w:val="24"/>
      <w:szCs w:val="24"/>
      <w:lang w:eastAsia="zh-CN" w:bidi="hi-IN"/>
    </w:rPr>
  </w:style>
  <w:style w:type="paragraph" w:customStyle="1" w:styleId="421CD45A0D7B496BB72E03BE28EEBD1F">
    <w:name w:val="421CD45A0D7B496BB72E03BE28EEBD1F"/>
    <w:rsid w:val="00FB5187"/>
    <w:pPr>
      <w:spacing w:after="0" w:line="240" w:lineRule="auto"/>
    </w:pPr>
    <w:rPr>
      <w:rFonts w:ascii="Times New Roman" w:eastAsia="SimSun" w:hAnsi="Times New Roman" w:cs="Times New Roman"/>
      <w:kern w:val="24"/>
      <w:sz w:val="24"/>
      <w:szCs w:val="24"/>
      <w:lang w:eastAsia="zh-CN" w:bidi="hi-IN"/>
    </w:rPr>
  </w:style>
  <w:style w:type="paragraph" w:customStyle="1" w:styleId="0D1A0B42E7A5465FAC9A5203DF9CEF07">
    <w:name w:val="0D1A0B42E7A5465FAC9A5203DF9CEF07"/>
    <w:rsid w:val="00FB5187"/>
    <w:pPr>
      <w:spacing w:after="0" w:line="240" w:lineRule="auto"/>
    </w:pPr>
    <w:rPr>
      <w:rFonts w:ascii="Times New Roman" w:eastAsia="SimSun" w:hAnsi="Times New Roman" w:cs="Times New Roman"/>
      <w:kern w:val="24"/>
      <w:sz w:val="24"/>
      <w:szCs w:val="24"/>
      <w:lang w:eastAsia="zh-CN" w:bidi="hi-IN"/>
    </w:rPr>
  </w:style>
  <w:style w:type="paragraph" w:customStyle="1" w:styleId="96ECB1E8BDFF469D83C7B37D33224268">
    <w:name w:val="96ECB1E8BDFF469D83C7B37D33224268"/>
    <w:rsid w:val="00FB518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customStyle="1" w:styleId="D726FD2301C84C08B460F3731620D30F">
    <w:name w:val="D726FD2301C84C08B460F3731620D30F"/>
    <w:rsid w:val="00FB518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customStyle="1" w:styleId="427CE42C46EC4A15A0CF1F59CA922DF7">
    <w:name w:val="427CE42C46EC4A15A0CF1F59CA922DF7"/>
    <w:rsid w:val="00FB518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paragraph" w:customStyle="1" w:styleId="F2F803D466A644A7B611A8826D03E022">
    <w:name w:val="F2F803D466A644A7B611A8826D03E022"/>
    <w:rsid w:val="00FB5187"/>
    <w:pPr>
      <w:spacing w:after="560" w:line="240" w:lineRule="auto"/>
    </w:pPr>
    <w:rPr>
      <w:rFonts w:ascii="Times New Roman" w:eastAsia="SimSun" w:hAnsi="Times New Roman" w:cs="Times New Roman"/>
      <w:b/>
      <w:kern w:val="1"/>
      <w:sz w:val="24"/>
      <w:szCs w:val="24"/>
      <w:lang w:eastAsia="zh-CN" w:bidi="hi-IN"/>
    </w:rPr>
  </w:style>
  <w:style w:type="paragraph" w:customStyle="1" w:styleId="2DA36F297E974A8B9FA9029021C151F4">
    <w:name w:val="2DA36F297E974A8B9FA9029021C151F4"/>
    <w:rsid w:val="00D46CF7"/>
    <w:pPr>
      <w:spacing w:line="278" w:lineRule="auto"/>
    </w:pPr>
    <w:rPr>
      <w:kern w:val="2"/>
      <w:sz w:val="24"/>
      <w:szCs w:val="24"/>
      <w14:ligatures w14:val="standardContextual"/>
    </w:rPr>
  </w:style>
  <w:style w:type="paragraph" w:customStyle="1" w:styleId="7708D0DC3B6B40D0865C43D146E99D6F">
    <w:name w:val="7708D0DC3B6B40D0865C43D146E99D6F"/>
    <w:rsid w:val="00D46CF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2.xml><?xml version="1.0" encoding="utf-8"?>
<?mso-contenttype ?>
<FormTemplates xmlns="http://schemas.microsoft.com/sharepoint/v3/contenttype/forms">
  <Display>ListForm</Display>
  <Edit>ListForm</Edit>
  <New>ListForm</New>
</FormTemplates>
</file>

<file path=customXml/item3.xml><?xml version="1.0" encoding="utf-8"?>
<p:properties xmlns:p="http://schemas.microsoft.com/office/2006/metadata/properties">
  <documentManagement xmlns:xsi="http://www.w3.org/2001/XMLSchema-instance">
    <RMUniqueID xmlns="4f28efae-2a20-4782-b43d-2717bdd273fa">9df9a449-6043-40df-97b0-75613ff2a2c8</RMUniqueID>
    <RMTitle xmlns="4f28efae-2a20-4782-b43d-2717bdd273fa"/>
    <RMRegistrationDate xmlns="4f28efae-2a20-4782-b43d-2717bdd273fa">2024-07-03T10:10:33.6264656Z</RMRegistrationDate>
    <RMReferenceCode xmlns="4f28efae-2a20-4782-b43d-2717bdd273fa">7-11/24/14031-2</RMReferenceCode>
    <RMFolderChain xmlns="4f28efae-2a20-4782-b43d-2717bdd273fa" xsi:nil="true"/>
    <ContactId xmlns="4f28efae-2a20-4782-b43d-2717bdd273fa" xsi:nil="true"/>
    <Asutus xmlns="4f28efae-2a20-4782-b43d-2717bdd273fa">Riigimetsa Majandamise Keskus</Asutus>
    <Isik xmlns="4f28efae-2a20-4782-b43d-2717bdd273fa">Ants Animägi</Isik>
    <E-posti_x0020_aadress xmlns="4f28efae-2a20-4782-b43d-2717bdd273fa">ants.animagi@rmk.ee</E-posti_x0020_aadress>
    <Aadress xmlns="4f28efae-2a20-4782-b43d-2717bdd273fa" xsi:nil="true"/>
    <Indeks xmlns="4f28efae-2a20-4782-b43d-2717bdd273fa" xsi:nil="true"/>
    <Linn_x002F_Vald xmlns="4f28efae-2a20-4782-b43d-2717bdd273fa" xsi:nil="true"/>
    <Maakond xmlns="4f28efae-2a20-4782-b43d-2717bdd273fa" xsi:nil="true"/>
    <RMRecipients xmlns="4f28efae-2a20-4782-b43d-2717bdd273fa" xsi:nil="true"/>
    <RMSenderRegNr xmlns="4f28efae-2a20-4782-b43d-2717bdd273fa" xsi:nil="true"/>
    <Saatja_x0020_kuupäev xmlns="4f28efae-2a20-4782-b43d-2717bdd273fa">2024-07-01T00:00:00</Saatja_x0020_kuupäev>
    <RMAdditionalRecipients xmlns="4f28efae-2a20-4782-b43d-2717bdd273fa" xsi:nil="true"/>
    <Allkirjastaja xmlns="4f28efae-2a20-4782-b43d-2717bdd273fa">Gunnar Sein</Allkirjastaja>
    <Allkirjastaja_x0020_nimi xmlns="4f28efae-2a20-4782-b43d-2717bdd273fa"/>
    <Allkirjastaja_x0020_amet_x002F_roll xmlns="4f28efae-2a20-4782-b43d-2717bdd273fa">juhataja</Allkirjastaja_x0020_amet_x002F_roll>
    <Koostaja xmlns="4f28efae-2a20-4782-b43d-2717bdd273fa">Terje Väärtmaa</Koostaja>
    <Koostaja_x0020_telefon xmlns="4f28efae-2a20-4782-b43d-2717bdd273fa">58544722</Koostaja_x0020_telefon>
    <Koostaja_x0020_e-post xmlns="4f28efae-2a20-4782-b43d-2717bdd273fa">terje.vaartmaa@keskkonnaamet.ee</Koostaja_x0020_e-post>
    <RMAccessRestriction xmlns="4f28efae-2a20-4782-b43d-2717bdd273fa"/>
    <RMAccessRestrictedFrom xmlns="4f28efae-2a20-4782-b43d-2717bdd273fa" xsi:nil="true"/>
    <RMAccessRestrictedUntil xmlns="4f28efae-2a20-4782-b43d-2717bdd273fa" xsi:nil="true"/>
    <RMForPDF xmlns="4f28efae-2a20-4782-b43d-2717bdd273fa">true</RMForPDF>
    <RMPrimaryDocument xmlns="4f28efae-2a20-4782-b43d-2717bdd273fa" xsi:nil="true"/>
    <RMSubDocumentCount xmlns="4f28efae-2a20-4782-b43d-2717bdd273fa" xsi:nil="true"/>
    <RMInSigningContainer xmlns="4f28efae-2a20-4782-b43d-2717bdd273fa" xsi:nil="true"/>
    <RMForSigning xmlns="4f28efae-2a20-4782-b43d-2717bdd273fa" xsi:nil="true"/>
    <RMBackgroundInfo xmlns="4f28efae-2a20-4782-b43d-2717bdd273fa" xsi:nil="true"/>
    <RMForPublic xmlns="4f28efae-2a20-4782-b43d-2717bdd273fa" xsi:nil="true"/>
    <RMRevisionStatus xmlns="4f28efae-2a20-4782-b43d-2717bdd273fa" xsi:nil="true"/>
    <RMAddDocumentDataToFileName xmlns="4f28efae-2a20-4782-b43d-2717bdd273fa">false</RMAddDocumentDataToFileName>
    <RMOrderPosition xmlns="4f28efae-2a20-4782-b43d-2717bdd273fa" xsi:nil="true"/>
    <RMAccessRestrictionOwner xmlns="4f28efae-2a20-4782-b43d-2717bdd273fa">Terje Väärtmaa</RMAccessRestrictionOwner>
    <RMAccessRestrictionLevel xmlns="4f28efae-2a20-4782-b43d-2717bdd273fa">Avalik</RMAccessRestrictionLevel>
    <RMAccessRestrictionReason xmlns="4f28efae-2a20-4782-b43d-2717bdd273fa" xsi:nil="true"/>
    <RMAccessRestrictionNotificationTime xmlns="4f28efae-2a20-4782-b43d-2717bdd273fa" xsi:nil="true"/>
    <RMAccessRestrictionDate xmlns="4f28efae-2a20-4782-b43d-2717bdd273fa" xsi:nil="true"/>
    <RMAccessRestrictionEndEvent xmlns="4f28efae-2a20-4782-b43d-2717bdd273fa" xsi:nil="true"/>
    <RMAccessRestrictionDuration xmlns="4f28efae-2a20-4782-b43d-2717bdd273fa" xsi:nil="true"/>
    <RMInheritedFields xmlns="4f28efae-2a20-4782-b43d-2717bdd273fa" xsi:nil="true"/>
    <Telefon xmlns="4f28efae-2a20-4782-b43d-2717bdd273fa" xsi:nil="true"/>
    <RMPublishedDocumentUniqueId xmlns="4f28efae-2a20-4782-b43d-2717bdd273fa" xsi:nil="true"/>
    <RMPaperDocumentRetentionSchedule xmlns="4f28efae-2a20-4782-b43d-2717bdd273fa" xsi:nil="true"/>
    <RMAccessRestrictionOwnerTemp xmlns="4f28efae-2a20-4782-b43d-2717bdd273fa" xsi:nil="true"/>
    <RMAccessRestrictionOwnerTempUntil xmlns="4f28efae-2a20-4782-b43d-2717bdd273fa" xsi:nil="true"/>
    <RMAccessRestrictionExtended xmlns="4f28efae-2a20-4782-b43d-2717bdd273fa" xsi:nil="true"/>
    <RMRetentionDeadline xmlns="4f28efae-2a20-4782-b43d-2717bdd273fa" xsi:nil="true"/>
    <RMNotes xmlns="4f28efae-2a20-4782-b43d-2717bdd273fa" xsi:nil="true"/>
    <RMShouldArchiveFilesOnRegistration xmlns="4f28efae-2a20-4782-b43d-2717bdd273fa">false</RMShouldArchiveFilesOnRegistration>
    <RMKeywords xmlns="4f28efae-2a20-4782-b43d-2717bdd273fa" xsi:nil="true"/>
    <RMStatus xmlns="4f28efae-2a20-4782-b43d-2717bdd273fa">Captured</RMStatus>
  </documentManagement>
</p:properties>
</file>

<file path=customXml/item4.xml><?xml version="1.0" encoding="utf-8"?>
<ct:contentTypeSchema xmlns:ct="http://schemas.microsoft.com/office/2006/metadata/contentType" xmlns:fp="http://schemas.webmedia.eu/flairPoint/propertyStores/ooxml/sharePointIntegration" xmlns:ma="http://schemas.microsoft.com/office/2006/metadata/properties/metaAttributes" xmlns:xs="http://www.w3.org/2001/XMLSchema" ma:contentTypeID="0x0102020102" ma:contentTypeVersion="1121" fp:containerId="228b4970-73de-44a4-83e2-9513be360001" fp:lcid="1061" ma:contentTypeName="Väljaminev_kiri">
  <xs:schema xmlns:f="4f28efae-2a20-4782-b43d-2717bdd273fa" targetNamespace="http://schemas.microsoft.com/office/2006/metadata/properties" ma:root="true">
    <xs:element name="properties">
      <xs:complexType>
        <xs:sequence>
          <xs:element name="documentManagement">
            <xs:complexType>
              <xs:all>
                <xs:element ref="f:RMUniqueID" minOccurs="0"/>
                <xs:element ref="f:RMTitle" minOccurs="0"/>
                <xs:element ref="f:RMRegistrationDate" minOccurs="0"/>
                <xs:element ref="f:RMReferenceCode" minOccurs="0"/>
                <xs:element ref="f:RMFolderChain" minOccurs="0"/>
                <xs:element ref="f:ContactId" minOccurs="0"/>
                <xs:element ref="f:Asutus" minOccurs="0"/>
                <xs:element ref="f:Isik" minOccurs="0"/>
                <xs:element ref="f:E-posti_x0020_aadress" minOccurs="0"/>
                <xs:element ref="f:Aadress" minOccurs="0"/>
                <xs:element ref="f:Indeks" minOccurs="0"/>
                <xs:element ref="f:Linn_x002F_Vald" minOccurs="0"/>
                <xs:element ref="f:Maakond" minOccurs="0"/>
                <xs:element ref="f:RMRecipients" minOccurs="0"/>
                <xs:element ref="f:RMSenderRegNr" minOccurs="0"/>
                <xs:element ref="f:Saatja_x0020_kuupäev" minOccurs="0"/>
                <xs:element ref="f:RMAdditionalRecipients" minOccurs="0"/>
                <xs:element ref="f:Allkirjastaja" minOccurs="0"/>
                <xs:element ref="f:Allkirjastaja_x0020_nimi" minOccurs="0"/>
                <xs:element ref="f:Allkirjastaja_x0020_amet_x002F_roll" minOccurs="0"/>
                <xs:element ref="f:Koostaja" minOccurs="0"/>
                <xs:element ref="f:Koostaja_x0020_telefon" minOccurs="0"/>
                <xs:element ref="f:Koostaja_x0020_e-post" minOccurs="0"/>
                <xs:element ref="f:RMAccessRestriction" minOccurs="0"/>
                <xs:element ref="f:RMAccessRestrictedFrom" minOccurs="0"/>
                <xs:element ref="f:RMAccessRestrictedUntil" minOccurs="0"/>
                <xs:element ref="f:RMForPDF" minOccurs="0"/>
                <xs:element ref="f:RMPrimaryDocument" minOccurs="0"/>
                <xs:element ref="f:RMSubDocumentCount" minOccurs="0"/>
                <xs:element ref="f:RMInSigningContainer" minOccurs="0"/>
                <xs:element ref="f:RMForSigning" minOccurs="0"/>
                <xs:element ref="f:RMBackgroundInfo" minOccurs="0"/>
                <xs:element ref="f:RMForPublic" minOccurs="0"/>
                <xs:element ref="f:RMRevisionStatus" minOccurs="0"/>
                <xs:element ref="f:RMAddDocumentDataToFileName" minOccurs="0"/>
                <xs:element ref="f:RMOrderPosition" minOccurs="0"/>
                <xs:element ref="f:RMAccessRestrictionOwner" minOccurs="0"/>
                <xs:element ref="f:RMAccessRestrictionLevel" minOccurs="0"/>
                <xs:element ref="f:RMAccessRestrictionReason" minOccurs="0"/>
                <xs:element ref="f:RMAccessRestrictionNotificationTime" minOccurs="0"/>
                <xs:element ref="f:RMAccessRestrictionDate" minOccurs="0"/>
                <xs:element ref="f:RMAccessRestrictionEndEvent" minOccurs="0"/>
                <xs:element ref="f:RMAccessRestrictionDuration" minOccurs="0"/>
                <xs:element ref="f:RMInheritedFields" minOccurs="0"/>
                <xs:element ref="f:Telefon" minOccurs="0"/>
                <xs:element ref="f:RMPublishedDocumentUniqueId" minOccurs="0"/>
                <xs:element ref="f:RMPaperDocumentRetentionSchedule" minOccurs="0"/>
                <xs:element ref="f:RMAccessRestrictionOwnerTemp" minOccurs="0"/>
                <xs:element ref="f:RMAccessRestrictionOwnerTempUntil" minOccurs="0"/>
                <xs:element ref="f:RMAccessRestrictionExtended" minOccurs="0"/>
                <xs:element ref="f:RMRetentionDeadline" minOccurs="0"/>
                <xs:element ref="f:RMNotes" minOccurs="0"/>
                <xs:element ref="f:RMShouldArchiveFilesOnRegistration" minOccurs="0"/>
                <xs:element ref="f:RMKeywords" minOccurs="0"/>
                <xs:element ref="f:RMStatus" minOccurs="0"/>
              </xs:all>
            </xs:complexType>
          </xs:element>
        </xs:sequence>
      </xs:complexType>
    </xs:element>
  </xs:schema>
  <xs:schema xmlns:dms="http://schemas.microsoft.com/office/2006/documentManagement/types" targetNamespace="4f28efae-2a20-4782-b43d-2717bdd273fa" elementFormDefault="qualified">
    <xs:element name="RMUniqueID" ma:displayName="Unikaalne ID" ma:index="0" ma:internalName="RMUniqueID" ma:readOnly="true" fp:namespace="228B497073DE44A483E29513BE360001" fp:type="Guid">
      <xs:simpleType>
        <xs:restriction base="dms:Text">
          <xs:pattern value="\{[0-9a-fA-F]{8}-[0-9a-fA-F]{4}-[0-9a-fA-F]{4}-[0-9a-fA-F]{4}-[0-9a-fA-F]{12}\}|[0-9a-fA-F]{8}-[0-9a-fA-F]{4}-[0-9a-fA-F]{4}-[0-9a-fA-F]{4}-[0-9a-fA-F]{12}"/>
        </xs:restriction>
      </xs:simpleType>
    </xs:element>
    <xs:element name="RMTitle" ma:displayName="Pealkiri" ma:index="1" ma:internalName="RMTitle" ma:readOnly="true" fp:namespace="228B497073DE44A483E29513BE360001" fp:type="String">
      <xs:simpleType>
        <xs:restriction base="dms:Text">
          <xs:maxLength value="255"/>
        </xs:restriction>
      </xs:simpleType>
    </xs:element>
    <xs:element name="RMRegistrationDate" ma:displayName="Registreerimise kuupäev" ma:index="2" ma:internalName="RMRegistrationDate" nillable="true" ma:readOnly="true" fp:namespace="228B497073DE44A483E29513BE360001" ma:format="DateTime" fp:type="DateTime">
      <xs:simpleType>
        <xs:restriction base="dms:DateTime"/>
      </xs:simpleType>
    </xs:element>
    <xs:element name="RMReferenceCode" ma:displayName="Registreerimisnumber" ma:index="3" ma:internalName="RMReferenceCode" nillable="true" ma:readOnly="true" fp:namespace="228B497073DE44A483E29513BE360001" fp:type="String">
      <xs:simpleType>
        <xs:restriction base="dms:Text">
          <xs:maxLength value="255"/>
        </xs:restriction>
      </xs:simpleType>
    </xs:element>
    <xs:element name="RMFolderChain" ma:displayName="RMFolderChain" ma:index="4" ma:internalName="RMFolderChain" nillable="true" ma:readOnly="true" fp:namespace="228B497073DE44A483E29513BE360001" fp:type="String">
      <xs:simpleType>
        <xs:restriction base="dms:Text"/>
      </xs:simpleType>
    </xs:element>
    <xs:element name="ContactId" ma:displayName="Kontakt" ma:index="5" ma:internalName="ContactId" nillable="true" fp:namespace="228B497073DE44A483E29513BE360001" fp:type="Int32">
      <xs:simpleType>
        <xs:restriction base="dms:Number">
          <xs:minInclusive value="-2147483648"/>
          <xs:maxInclusive value="2147483647"/>
          <xs:pattern value="(-?\d+)?"/>
        </xs:restriction>
      </xs:simpleType>
    </xs:element>
    <xs:element name="Asutus" ma:displayName="Asutus (kellele saadetakse)" ma:index="6" ma:internalName="Asutus" nillable="true" fp:namespace="228B497073DE44A483E29513BE360001" fp:type="String">
      <xs:simpleType>
        <xs:restriction base="dms:Text">
          <xs:maxLength value="255"/>
        </xs:restriction>
      </xs:simpleType>
    </xs:element>
    <xs:element name="Isik" ma:displayName="Isik (kellele saadetakse)" ma:index="7" ma:internalName="Isik" nillable="true" fp:namespace="228B497073DE44A483E29513BE360001" fp:type="String">
      <xs:simpleType>
        <xs:restriction base="dms:Text">
          <xs:maxLength value="100"/>
        </xs:restriction>
      </xs:simpleType>
    </xs:element>
    <xs:element name="E-posti_x0020_aadress" ma:displayName="E-posti aadress" ma:index="8" ma:internalName="E-posti_x0020_aadress" nillable="true" fp:namespace="228B497073DE44A483E29513BE360001" fp:type="String">
      <xs:simpleType>
        <xs:restriction base="dms:Text">
          <xs:maxLength value="100"/>
        </xs:restriction>
      </xs:simpleType>
    </xs:element>
    <xs:element name="Aadress" ma:displayName="Aadress" ma:index="9" ma:internalName="Aadress" nillable="true" fp:namespace="228B497073DE44A483E29513BE360001" fp:type="String">
      <xs:simpleType>
        <xs:restriction base="dms:Text">
          <xs:maxLength value="255"/>
        </xs:restriction>
      </xs:simpleType>
    </xs:element>
    <xs:element name="Indeks" ma:displayName="Indeks" ma:index="10" ma:internalName="Indeks" nillable="true" fp:namespace="228B497073DE44A483E29513BE360001" fp:type="String">
      <xs:simpleType>
        <xs:restriction base="dms:Text"/>
      </xs:simpleType>
    </xs:element>
    <xs:element name="Linn_x002F_Vald" ma:displayName="Linn/Vald" ma:index="11" ma:internalName="Linn_x002F_Vald" nillable="true" fp:namespace="228B497073DE44A483E29513BE360001" fp:type="String">
      <xs:simpleType>
        <xs:restriction base="dms:Text"/>
      </xs:simpleType>
    </xs:element>
    <xs:element name="Maakond" ma:displayName="Maakond" ma:index="12" ma:internalName="Maakond" nillable="true" fp:namespace="228B497073DE44A483E29513BE360001" fp:type="String">
      <xs:simpleType>
        <xs:restriction base="dms:Text"/>
      </xs:simpleType>
    </xs:element>
    <xs:element name="RMRecipients" ma:displayName="Adressaadid" ma:index="13" ma:internalName="RMRecipients" nillable="true" fp:namespace="228B497073DE44A483E29513BE360001" fp:type="String">
      <xs:simpleType>
        <xs:restriction base="dms:Text"/>
      </xs:simpleType>
    </xs:element>
    <xs:element name="RMSenderRegNr" ma:displayName="Saatja viit" ma:index="14" ma:internalName="RMSenderRegNr" nillable="true" fp:namespace="228B497073DE44A483E29513BE360001" fp:type="String">
      <xs:simpleType>
        <xs:restriction base="dms:Text"/>
      </xs:simpleType>
    </xs:element>
    <xs:element name="Saatja_x0020_kuupäev" ma:displayName="Saatja kuupäev" ma:index="15" ma:internalName="Saatja_x0020_kuupäev" nillable="true" ma:readOnly="true" fp:namespace="228B497073DE44A483E29513BE360001" ma:format="DateOnly" fp:type="DateTime">
      <xs:simpleType>
        <xs:restriction base="dms:DateTime"/>
      </xs:simpleType>
    </xs:element>
    <xs:element name="RMAdditionalRecipients" ma:displayName="Lisaadressaadid" ma:index="16" ma:internalName="RMAdditionalRecipients" nillable="true" fp:namespace="228B497073DE44A483E29513BE360001" fp:type="String">
      <xs:simpleType>
        <xs:restriction base="dms:Text"/>
      </xs:simpleType>
    </xs:element>
    <xs:element name="Allkirjastaja" ma:displayName="Allkirjastaja" ma:index="17" ma:internalName="Allkirjastaja" ma:readOnly="true" fp:namespace="228B497073DE44A483E29513BE360001" fp:type="String">
      <xs:simpleType>
        <xs:restriction base="dms:Text"/>
      </xs:simpleType>
    </xs:element>
    <xs:element name="Allkirjastaja_x0020_nimi" ma:displayName="Allkirjastaja nimi" ma:index="18" ma:internalName="Allkirjastaja_x0020_nimi" ma:readOnly="true" fp:namespace="228B497073DE44A483E29513BE360001" fp:type="String">
      <xs:simpleType>
        <xs:restriction base="dms:Text"/>
      </xs:simpleType>
    </xs:element>
    <xs:element name="Allkirjastaja_x0020_amet_x002F_roll" ma:displayName="Allkirjastaja amet/roll" ma:index="19" ma:internalName="Allkirjastaja_x0020_amet_x002F_roll" nillable="true" fp:namespace="228B497073DE44A483E29513BE360001" fp:type="String">
      <xs:simpleType>
        <xs:restriction base="dms:Text"/>
      </xs:simpleType>
    </xs:element>
    <xs:element name="Koostaja" ma:displayName="Koostaja" ma:index="20" ma:internalName="Koostaja" ma:readOnly="true" fp:namespace="228B497073DE44A483E29513BE360001" fp:type="String">
      <xs:simpleType>
        <xs:restriction base="dms:Text"/>
      </xs:simpleType>
    </xs:element>
    <xs:element name="Koostaja_x0020_telefon" ma:displayName="Koostaja telefon" ma:index="21" ma:internalName="Koostaja_x0020_telefon" nillable="true" fp:namespace="228B497073DE44A483E29513BE360001" fp:type="String">
      <xs:simpleType>
        <xs:restriction base="dms:Text"/>
      </xs:simpleType>
    </xs:element>
    <xs:element name="Koostaja_x0020_e-post" ma:displayName="Koostaja e-post" ma:index="22" ma:internalName="Koostaja_x0020_e-post" nillable="true" fp:namespace="228B497073DE44A483E29513BE360001" fp:type="String">
      <xs:simpleType>
        <xs:restriction base="dms:Text"/>
      </xs:simpleType>
    </xs:element>
    <xs:element name="RMAccessRestriction" ma:displayName="Juurdepääsupiirang" ma:index="23" ma:internalName="RMAccessRestriction" ma:readOnly="true" fp:namespace="228B497073DE44A483E29513BE360001" fp:type="String">
      <xs:simpleType>
        <xs:restriction base="dms:Text"/>
      </xs:simpleType>
    </xs:element>
    <xs:element name="RMAccessRestrictedFrom" ma:displayName="Juurdepääsupiirangu algusaeg" ma:index="24" ma:internalName="RMAccessRestrictedFrom" nillable="true" ma:readOnly="true" fp:namespace="228B497073DE44A483E29513BE360001" ma:format="DateOnly" fp:type="DateTime">
      <xs:simpleType>
        <xs:restriction base="dms:DateTime"/>
      </xs:simpleType>
    </xs:element>
    <xs:element name="RMAccessRestrictedUntil" ma:displayName="Juurdepääsupiirangu lõpp" ma:index="25" ma:internalName="RMAccessRestrictedUntil" nillable="true" ma:readOnly="true" fp:namespace="228B497073DE44A483E29513BE360001" ma:format="DateOnly" fp:type="DateTime">
      <xs:simpleType>
        <xs:restriction base="dms:DateTime"/>
      </xs:simpleType>
    </xs:element>
    <xs:element name="RMForPDF" ma:displayName="Tee PDFiks" ma:index="26" ma:internalName="RMForPDF" nillable="true" ma:readOnly="true" fp:namespace="228B497073DE44A483E29513BE360001" fp:type="Boolean">
      <xs:simpleType>
        <xs:restriction base="dms:Boolean"/>
      </xs:simpleType>
    </xs:element>
    <xs:element name="RMPrimaryDocument" ma:displayName="Esmane dokument" ma:index="27" ma:internalName="RMPrimaryDocument" nillable="true" ma:readOnly="true" fp:namespace="228B497073DE44A483E29513BE360001" fp:type="Boolean">
      <xs:simpleType>
        <xs:restriction base="dms:Boolean"/>
      </xs:simpleType>
    </xs:element>
    <xs:element name="RMSubDocumentCount" ma:displayName="Alamdokumentide arv" ma:index="28" ma:internalName="RMSubDocumentCount" nillable="true" ma:readOnly="true" fp:namespace="228B497073DE44A483E29513BE360001" fp:type="Int32">
      <xs:simpleType>
        <xs:restriction base="dms:Number">
          <xs:minInclusive value="-2147483648"/>
          <xs:maxInclusive value="2147483647"/>
          <xs:pattern value="(-?\d+)?"/>
        </xs:restriction>
      </xs:simpleType>
    </xs:element>
    <xs:element name="RMInSigningContainer" ma:displayName="In Signing Container" ma:index="29" ma:internalName="RMInSigningContainer" nillable="true" ma:readOnly="true" fp:namespace="228B497073DE44A483E29513BE360001" fp:type="Boolean">
      <xs:simpleType>
        <xs:restriction base="dms:Boolean"/>
      </xs:simpleType>
    </xs:element>
    <xs:element name="RMForSigning" ma:displayName="Allkirjastamiseks" ma:index="30" ma:internalName="RMForSigning" nillable="true" ma:readOnly="true" fp:namespace="228B497073DE44A483E29513BE360001" fp:type="Boolean">
      <xs:simpleType>
        <xs:restriction base="dms:Boolean"/>
      </xs:simpleType>
    </xs:element>
    <xs:element name="RMBackgroundInfo" ma:displayName="Taustainfo" ma:index="31" ma:internalName="RMBackgroundInfo" nillable="true" ma:readOnly="true" fp:namespace="228B497073DE44A483E29513BE360001" fp:type="Boolean">
      <xs:simpleType>
        <xs:restriction base="dms:Boolean"/>
      </xs:simpleType>
    </xs:element>
    <xs:element name="RMForPublic" ma:displayName="ADR" ma:index="32" ma:internalName="RMForPublic" nillable="true" ma:readOnly="true" fp:namespace="228B497073DE44A483E29513BE360001" fp:type="Boolean">
      <xs:simpleType>
        <xs:restriction base="dms:Boolean"/>
      </xs:simpleType>
    </xs:element>
    <xs:element name="RMRevisionStatus" ma:displayName="Versiooni olek" ma:index="33" ma:internalName="RMRevisionStatus" nillable="true" ma:readOnly="true" fp:namespace="228B497073DE44A483E29513BE360001" fp:type="String">
      <xs:simpleType>
        <xs:restriction base="dms:Choice">
          <xs:enumeration value="Draft"/>
          <xs:enumeration value="Valid"/>
          <xs:enumeration value="Void"/>
        </xs:restriction>
      </xs:simpleType>
    </xs:element>
    <xs:element name="RMAddDocumentDataToFileName" ma:displayName="Täienda faili pealkirja dokumendi andmetega" ma:index="34" ma:internalName="RMAddDocumentDataToFileName" nillable="true" ma:readOnly="true" fp:namespace="228B497073DE44A483E29513BE360001" fp:type="Boolean">
      <xs:simpleType>
        <xs:restriction base="dms:Boolean"/>
      </xs:simpleType>
    </xs:element>
    <xs:element name="RMOrderPosition" ma:displayName="Kausta dokumendi järjekorra number" ma:index="35" ma:internalName="RMOrderPosition" nillable="true" ma:readOnly="true" fp:namespace="228B497073DE44A483E29513BE360001" fp:type="Int32">
      <xs:simpleType>
        <xs:restriction base="dms:Number">
          <xs:minInclusive value="-2147483648"/>
          <xs:maxInclusive value="2147483647"/>
          <xs:pattern value="(-?\d+)?"/>
        </xs:restriction>
      </xs:simpleType>
    </xs:element>
    <xs:element name="RMAccessRestrictionOwner" ma:displayName="Juurdepääsupiirangu eest vastutaja (koostaja)" ma:index="36" ma:internalName="RMAccessRestrictionOwner" ma:readOnly="true" fp:namespace="228B497073DE44A483E29513BE360001" fp:type="String">
      <xs:simpleType>
        <xs:restriction base="dms:Text"/>
      </xs:simpleType>
    </xs:element>
    <xs:element name="RMAccessRestrictionLevel" ma:displayName="Juurdepääsupiirangu tase" ma:index="37" ma:internalName="RMAccessRestrictionLevel" ma:readOnly="true" fp:namespace="228B497073DE44A483E29513BE360001" fp:type="String">
      <xs:simpleType>
        <xs:restriction base="dms:Choice">
          <xs:enumeration value="Avalik"/>
          <xs:enumeration value="AK"/>
        </xs:restriction>
      </xs:simpleType>
    </xs:element>
    <xs:element name="RMAccessRestrictionReason" ma:displayName="Alus" ma:index="38" ma:internalName="RMAccessRestrictionReason" nillable="true" ma:readOnly="true" fp:namespace="228B497073DE44A483E29513BE360001" fp:type="String">
      <xs:simpleType>
        <xs:restriction base="dms:Text"/>
      </xs:simpleType>
    </xs:element>
    <xs:element name="RMAccessRestrictionNotificationTime" ma:displayName="Juurdepääsupiirangu meeldetuletus saadetud" ma:index="39" ma:internalName="RMAccessRestrictionNotificationTime" nillable="true" ma:readOnly="true" fp:namespace="228B497073DE44A483E29513BE360001" ma:format="DateOnly" fp:type="DateTime">
      <xs:simpleType>
        <xs:restriction base="dms:DateTime"/>
      </xs:simpleType>
    </xs:element>
    <xs:element name="RMAccessRestrictionDate" ma:displayName="Fikseeritud lõppkuupäev" ma:index="40" ma:internalName="RMAccessRestrictionDate" nillable="true" ma:readOnly="true" fp:namespace="228B497073DE44A483E29513BE360001" ma:format="DateOnly" fp:type="DateTime">
      <xs:simpleType>
        <xs:restriction base="dms:DateTime"/>
      </xs:simpleType>
    </xs:element>
    <xs:element name="RMAccessRestrictionEndEvent" ma:displayName="Kehtiv kuni kirjeldus" ma:index="41" ma:internalName="RMAccessRestrictionEndEvent" nillable="true" ma:readOnly="true" fp:namespace="228B497073DE44A483E29513BE360001" fp:type="String">
      <xs:simpleType>
        <xs:restriction base="dms:Text"/>
      </xs:simpleType>
    </xs:element>
    <xs:element name="RMAccessRestrictionDuration" ma:displayName="Kestus" ma:index="42" ma:internalName="RMAccessRestrictionDuration" nillable="true" ma:readOnly="true" fp:namespace="228B497073DE44A483E29513BE360001" fp:type="Int32">
      <xs:simpleType>
        <xs:restriction base="dms:Number">
          <xs:minInclusive value="-1"/>
          <xs:maxInclusive value="2147483647"/>
          <xs:pattern value="(-?\d+)?"/>
        </xs:restriction>
      </xs:simpleType>
    </xs:element>
    <xs:element name="RMInheritedFields" ma:displayName="Päritavad väljad" ma:index="43" ma:internalName="RMInheritedFields" nillable="true" ma:readOnly="true" fp:namespace="228B497073DE44A483E29513BE360001" fp:type="String">
      <xs:simpleType>
        <xs:restriction base="dms:Text"/>
      </xs:simpleType>
    </xs:element>
    <xs:element name="Telefon" ma:displayName="Telefon" ma:index="44" ma:internalName="Telefon" nillable="true" ma:readOnly="true" fp:namespace="228B497073DE44A483E29513BE360001" fp:type="String">
      <xs:simpleType>
        <xs:restriction base="dms:Text"/>
      </xs:simpleType>
    </xs:element>
    <xs:element name="RMPublishedDocumentUniqueId" ma:displayName="Viide avaldatud dokumendile" ma:index="45" ma:internalName="RMPublishedDocumentUniqueId" nillable="true" ma:readOnly="true" fp:namespace="228B497073DE44A483E29513BE360001" fp:type="Guid">
      <xs:simpleType>
        <xs:restriction base="dms:Text">
          <xs:pattern value="\{[0-9a-fA-F]{8}-[0-9a-fA-F]{4}-[0-9a-fA-F]{4}-[0-9a-fA-F]{4}-[0-9a-fA-F]{12}\}|[0-9a-fA-F]{8}-[0-9a-fA-F]{4}-[0-9a-fA-F]{4}-[0-9a-fA-F]{4}-[0-9a-fA-F]{12}"/>
        </xs:restriction>
      </xs:simpleType>
    </xs:element>
    <xs:element name="RMPaperDocumentRetentionSchedule" ma:displayName="Paberdokumentide hoiustamise ajakava" ma:index="46" ma:internalName="RMPaperDocumentRetentionSchedule" nillable="true" ma:readOnly="true" fp:namespace="228B497073DE44A483E29513BE360001" fp:type="String">
      <xs:simpleType>
        <xs:restriction base="dms:Text"/>
      </xs:simpleType>
    </xs:element>
    <xs:element name="RMAccessRestrictionOwnerTemp" ma:displayName="Juurdepääsupiirangu eest ajutine vastutaja" ma:index="47" ma:internalName="RMAccessRestrictionOwnerTemp" nillable="true" ma:readOnly="true" fp:namespace="228B497073DE44A483E29513BE360001" fp:type="String">
      <xs:simpleType>
        <xs:restriction base="dms:Text"/>
      </xs:simpleType>
    </xs:element>
    <xs:element name="RMAccessRestrictionOwnerTempUntil" ma:displayName="Juurdepääsupiirangu eest ajutise vastutamise lõppkuupäev" ma:index="48" ma:internalName="RMAccessRestrictionOwnerTempUntil" nillable="true" ma:readOnly="true" fp:namespace="228B497073DE44A483E29513BE360001" ma:format="DateOnly" fp:type="DateTime">
      <xs:simpleType>
        <xs:restriction base="dms:DateTime"/>
      </xs:simpleType>
    </xs:element>
    <xs:element name="RMAccessRestrictionExtended" ma:displayName="Juurdepääsupiirangu pikendamise kuupäev ja kellaaeg" ma:index="49" ma:internalName="RMAccessRestrictionExtended" nillable="true" ma:readOnly="true" fp:namespace="228B497073DE44A483E29513BE360001" ma:format="DateTime" fp:type="DateTime">
      <xs:simpleType>
        <xs:restriction base="dms:DateTime"/>
      </xs:simpleType>
    </xs:element>
    <xs:element name="RMRetentionDeadline" ma:displayName="Säilitustähtaeg" ma:index="50" ma:internalName="RMRetentionDeadline" nillable="true" ma:readOnly="true" fp:namespace="228B497073DE44A483E29513BE360001" ma:format="DateOnly" fp:type="DateTime">
      <xs:simpleType>
        <xs:restriction base="dms:DateTime"/>
      </xs:simpleType>
    </xs:element>
    <xs:element name="RMNotes" ma:displayName="Märkused" ma:index="51" ma:internalName="RMNotes" nillable="true" fp:namespace="228B497073DE44A483E29513BE360001" fp:type="String">
      <xs:simpleType>
        <xs:restriction base="dms:Text"/>
      </xs:simpleType>
    </xs:element>
    <xs:element name="RMShouldArchiveFilesOnRegistration" ma:displayName="Teisendada registreerimisel arhiivivormingusse" ma:index="52" ma:internalName="RMShouldArchiveFilesOnRegistration" nillable="true" ma:readOnly="true" fp:namespace="228B497073DE44A483E29513BE360001" fp:type="Boolean">
      <xs:simpleType>
        <xs:restriction base="dms:Boolean"/>
      </xs:simpleType>
    </xs:element>
    <xs:element name="RMKeywords" ma:displayName="Märksõnad" ma:index="53" ma:internalName="RMKeywords" nillable="true" fp:namespace="228B497073DE44A483E29513BE360001" fp:type="String">
      <xs:simpleType>
        <xs:restriction base="dms:Text"/>
      </xs:simpleType>
    </xs:element>
    <xs:element name="RMStatus" ma:displayName="Seisundi kood" ma:index="54" ma:internalName="RMStatus" nillable="true" ma:readOnly="true" fp:namespace="228B497073DE44A483E29513BE360001" fp:type="String">
      <xs:simpleType>
        <xs:restriction base="dms:Text">
          <xs:maxLength value="255"/>
        </xs:restriction>
      </xs:simpleType>
    </xs:element>
  </xs:schema>
  <xs:schema xmlns="http://schemas.openxmlformats.org/package/2006/metadata/core-properties" xmlns:dc="http://purl.org/dc/elements/1.1/" xmlns:dcterms="http://purl.org/dc/terms/" xmlns:xsd="http://www.w3.org/2001/XMLSchema" targetNamespace="http://schemas.openxmlformats.org/package/2006/metadata/core-properties" elementFormDefault="qualified" blockDefault="#all">
    <xs:import namespace="http://purl.org/dc/elements/1.1/" schemaLocation="http://dublincore.org/schemas/xmls/qdc/2003/04/02/dc.xsd"/>
    <xs:import namespace="http://purl.org/dc/terms/" schemaLocation="http://dublincore.org/schemas/xmls/qdc/2003/04/02/dcterms.xsd"/>
    <xs:element name="coreProperties" type="CT_coreProperties"/>
    <xs:complexType name="CT_coreProperties">
      <xs:all>
        <xs:element ref="dc:creator" minOccurs="0"/>
        <xs:element ref="dcterms:created" minOccurs="0"/>
        <xs:element ref="dc:identifier" minOccurs="0"/>
        <xs:element name="contentType" type="xsd:string" minOccurs="0" ma:index="0"/>
        <xs:element ref="dc:title"/>
        <xs:element ref="dc:subject" minOccurs="0"/>
        <xs:element ref="dc:description" minOccurs="0"/>
        <xs:element name="keywords" type="xsd:string" minOccurs="0"/>
        <xs:element ref="dc:language" minOccurs="0"/>
        <xs:element name="category" type="xsd:string" minOccurs="0"/>
        <xs:element name="version" type="xsd:string" minOccurs="0"/>
        <xs:element name="revision" type="xsd:string" minOccurs="0"/>
        <xs:element name="lastModifiedBy" type="xsd:string" minOccurs="0"/>
        <xs:element ref="dcterms:modified" minOccurs="0"/>
        <xs:element name="contentStatus" type="xsd:string" minOccurs="0"/>
      </xs:all>
    </xs:complexType>
  </xs:schema>
</ct:contentTypeSchema>
</file>

<file path=customXml/itemProps1.xml><?xml version="1.0" encoding="utf-8"?>
<ds:datastoreItem xmlns:ds="http://schemas.openxmlformats.org/officeDocument/2006/customXml" ds:itemID="{93B7F757-79EC-43DE-9F55-84EC61F99530}">
  <ds:schemaRefs>
    <ds:schemaRef ds:uri="http://schemas.openxmlformats.org/officeDocument/2006/bibliography"/>
  </ds:schemaRefs>
</ds:datastoreItem>
</file>

<file path=customXml/itemProps2.xml><?xml version="1.0" encoding="utf-8"?>
<ds:datastoreItem xmlns:ds="http://schemas.openxmlformats.org/officeDocument/2006/customXml" ds:itemID="{5167FD49-8194-49B4-805C-07B394F8F0C7}">
  <ds:schemaRefs>
    <ds:schemaRef ds:uri="http://schemas.microsoft.com/sharepoint/v3/contenttype/forms"/>
  </ds:schemaRefs>
</ds:datastoreItem>
</file>

<file path=customXml/itemProps3.xml><?xml version="1.0" encoding="utf-8"?>
<ds:datastoreItem xmlns:ds="http://schemas.openxmlformats.org/officeDocument/2006/customXml" ds:itemID="{4641D1AD-509B-40CE-903D-086D51302F65}">
  <ds:schemaRefs>
    <ds:schemaRef ds:uri="http://schemas.openxmlformats.org/package/2006/metadata/core-properties"/>
    <ds:schemaRef ds:uri="http://purl.org/dc/dcmitype/"/>
    <ds:schemaRef ds:uri="http://www.w3.org/XML/1998/namespace"/>
    <ds:schemaRef ds:uri="http://purl.org/dc/terms/"/>
    <ds:schemaRef ds:uri="http://schemas.microsoft.com/office/2006/documentManagement/types"/>
    <ds:schemaRef ds:uri="4f28efae-2a20-4782-b43d-2717bdd273fa"/>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1B7BB4D0-FE80-4075-8A36-9C10A9989AEE}">
  <ds:schemaRefs>
    <ds:schemaRef ds:uri="http://schemas.microsoft.com/office/2006/metadata/properties/metaAttributes"/>
    <ds:schemaRef ds:uri="http://schemas.microsoft.com/office/2006/metadata/contentType"/>
    <ds:schemaRef ds:uri="http://schemas.microsoft.com/office/2006/metadata/properties"/>
    <ds:schemaRef ds:uri="4f28efae-2a20-4782-b43d-2717bdd273fa"/>
    <ds:schemaRef ds:uri="http://www.w3.org/2001/XMLSchema"/>
    <ds:schemaRef ds:uri="http://schemas.microsoft.com/office/2006/documentManagement/types"/>
    <ds:schemaRef ds:uri="http://schemas.openxmlformats.org/package/2006/metadata/core-properties"/>
    <ds:schemaRef ds:uri="http://purl.org/dc/elements/1.1/"/>
    <ds:schemaRef ds:uri="http://purl.org/dc/terms/"/>
    <ds:schemaRef ds:uri="http://schemas.webmedia.eu/flairPoint/propertyStores/ooxml/sharePointIntegration"/>
  </ds:schemaRefs>
</ds:datastoreItem>
</file>

<file path=docProps/app.xml><?xml version="1.0" encoding="utf-8"?>
<Properties xmlns="http://schemas.openxmlformats.org/officeDocument/2006/extended-properties" xmlns:vt="http://schemas.openxmlformats.org/officeDocument/2006/docPropsVTypes">
  <Template>kirjaplank</Template>
  <TotalTime>11</TotalTime>
  <Pages>1</Pages>
  <Words>175</Words>
  <Characters>1742</Characters>
  <Application>Microsoft Office Word</Application>
  <DocSecurity>0</DocSecurity>
  <Lines>14</Lines>
  <Paragraphs>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Looduskaitsetöö lähteülesande kooskõlastamine (OBJ 2384 Audru polder)</dc:title>
  <dc:subject/>
  <dc:description/>
  <cp:lastModifiedBy>Erika Holter-Padjus</cp:lastModifiedBy>
  <cp:revision>4</cp:revision>
  <cp:lastPrinted>2014-04-03T11:06:00Z</cp:lastPrinted>
  <dcterms:created xsi:type="dcterms:W3CDTF">2024-07-02T09:10:00Z</dcterms:created>
  <dcterms:modified xsi:type="dcterms:W3CDTF">2024-07-03T09:50:00Z</dcterms:modified>
</cp:coreProperties>
</file>